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38AAF4" w14:textId="77777777" w:rsidR="006E5D65" w:rsidRPr="00BB5089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BB5089">
        <w:rPr>
          <w:rFonts w:ascii="Times New Roman" w:hAnsi="Times New Roman"/>
          <w:b/>
          <w:bCs/>
        </w:rPr>
        <w:t xml:space="preserve">   </w:t>
      </w:r>
      <w:r w:rsidR="00CD6897" w:rsidRPr="00BB5089">
        <w:rPr>
          <w:rFonts w:ascii="Times New Roman" w:hAnsi="Times New Roman"/>
          <w:b/>
          <w:bCs/>
        </w:rPr>
        <w:tab/>
      </w:r>
      <w:r w:rsidR="00CD6897" w:rsidRPr="00BB5089">
        <w:rPr>
          <w:rFonts w:ascii="Times New Roman" w:hAnsi="Times New Roman"/>
          <w:b/>
          <w:bCs/>
        </w:rPr>
        <w:tab/>
      </w:r>
      <w:r w:rsidR="00CD6897" w:rsidRPr="00BB5089">
        <w:rPr>
          <w:rFonts w:ascii="Times New Roman" w:hAnsi="Times New Roman"/>
          <w:b/>
          <w:bCs/>
        </w:rPr>
        <w:tab/>
      </w:r>
      <w:r w:rsidR="00CD6897" w:rsidRPr="00BB5089">
        <w:rPr>
          <w:rFonts w:ascii="Times New Roman" w:hAnsi="Times New Roman"/>
          <w:b/>
          <w:bCs/>
        </w:rPr>
        <w:tab/>
      </w:r>
      <w:r w:rsidR="00CD6897" w:rsidRPr="00BB5089">
        <w:rPr>
          <w:rFonts w:ascii="Times New Roman" w:hAnsi="Times New Roman"/>
          <w:b/>
          <w:bCs/>
        </w:rPr>
        <w:tab/>
      </w:r>
      <w:r w:rsidR="00CD6897" w:rsidRPr="00BB5089">
        <w:rPr>
          <w:rFonts w:ascii="Times New Roman" w:hAnsi="Times New Roman"/>
          <w:b/>
          <w:bCs/>
        </w:rPr>
        <w:tab/>
      </w:r>
      <w:r w:rsidR="00D8678B" w:rsidRPr="00BB5089">
        <w:rPr>
          <w:rFonts w:ascii="Corbel" w:hAnsi="Corbel"/>
          <w:bCs/>
          <w:i/>
        </w:rPr>
        <w:t xml:space="preserve">Załącznik nr </w:t>
      </w:r>
      <w:r w:rsidR="006F31E2" w:rsidRPr="00BB5089">
        <w:rPr>
          <w:rFonts w:ascii="Corbel" w:hAnsi="Corbel"/>
          <w:bCs/>
          <w:i/>
        </w:rPr>
        <w:t>1.5</w:t>
      </w:r>
      <w:r w:rsidR="00D8678B" w:rsidRPr="00BB5089">
        <w:rPr>
          <w:rFonts w:ascii="Corbel" w:hAnsi="Corbel"/>
          <w:bCs/>
          <w:i/>
        </w:rPr>
        <w:t xml:space="preserve"> do Zarządzenia</w:t>
      </w:r>
      <w:r w:rsidR="002A22BF" w:rsidRPr="00BB5089">
        <w:rPr>
          <w:rFonts w:ascii="Corbel" w:hAnsi="Corbel"/>
          <w:bCs/>
          <w:i/>
        </w:rPr>
        <w:t xml:space="preserve"> Rektora </w:t>
      </w:r>
      <w:proofErr w:type="spellStart"/>
      <w:r w:rsidR="002A22BF" w:rsidRPr="00BB5089">
        <w:rPr>
          <w:rFonts w:ascii="Corbel" w:hAnsi="Corbel"/>
          <w:bCs/>
          <w:i/>
        </w:rPr>
        <w:t>UR</w:t>
      </w:r>
      <w:proofErr w:type="spellEnd"/>
      <w:r w:rsidR="002A22BF" w:rsidRPr="00BB5089">
        <w:rPr>
          <w:rFonts w:ascii="Corbel" w:hAnsi="Corbel"/>
          <w:bCs/>
          <w:i/>
        </w:rPr>
        <w:t xml:space="preserve"> </w:t>
      </w:r>
      <w:r w:rsidR="00CD6897" w:rsidRPr="00BB5089">
        <w:rPr>
          <w:rFonts w:ascii="Corbel" w:hAnsi="Corbel"/>
          <w:bCs/>
          <w:i/>
        </w:rPr>
        <w:t xml:space="preserve"> nr </w:t>
      </w:r>
      <w:r w:rsidR="00F17567" w:rsidRPr="00BB5089">
        <w:rPr>
          <w:rFonts w:ascii="Corbel" w:hAnsi="Corbel"/>
          <w:bCs/>
          <w:i/>
        </w:rPr>
        <w:t>12/2019</w:t>
      </w:r>
    </w:p>
    <w:p w14:paraId="4C033745" w14:textId="77777777" w:rsidR="0085747A" w:rsidRPr="00BB5089" w:rsidRDefault="0085747A" w:rsidP="009C54AE">
      <w:pPr>
        <w:spacing w:after="0" w:line="240" w:lineRule="auto"/>
        <w:jc w:val="center"/>
        <w:rPr>
          <w:rFonts w:ascii="Corbel" w:hAnsi="Corbel"/>
          <w:b/>
          <w:sz w:val="24"/>
          <w:szCs w:val="24"/>
        </w:rPr>
      </w:pPr>
      <w:r w:rsidRPr="00BB5089">
        <w:rPr>
          <w:rFonts w:ascii="Corbel" w:hAnsi="Corbel"/>
          <w:b/>
          <w:sz w:val="24"/>
          <w:szCs w:val="24"/>
        </w:rPr>
        <w:t>SYLABUS</w:t>
      </w:r>
    </w:p>
    <w:p w14:paraId="326C29BC" w14:textId="4795D64E" w:rsidR="0085747A" w:rsidRPr="00BB5089" w:rsidRDefault="0071620A" w:rsidP="00EA4832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BB5089">
        <w:rPr>
          <w:rFonts w:ascii="Corbel" w:hAnsi="Corbel"/>
          <w:b/>
          <w:sz w:val="24"/>
          <w:szCs w:val="24"/>
        </w:rPr>
        <w:t>dotyczy cyklu kształcenia</w:t>
      </w:r>
      <w:r w:rsidR="0085747A" w:rsidRPr="00BB5089">
        <w:rPr>
          <w:rFonts w:ascii="Corbel" w:hAnsi="Corbel"/>
          <w:b/>
          <w:sz w:val="24"/>
          <w:szCs w:val="24"/>
        </w:rPr>
        <w:t xml:space="preserve"> </w:t>
      </w:r>
      <w:r w:rsidR="004F1703">
        <w:rPr>
          <w:rFonts w:ascii="Corbel" w:hAnsi="Corbel"/>
          <w:b/>
          <w:i/>
          <w:smallCaps/>
          <w:sz w:val="24"/>
          <w:szCs w:val="24"/>
        </w:rPr>
        <w:t>2022-2025</w:t>
      </w:r>
    </w:p>
    <w:p w14:paraId="7A89D8B3" w14:textId="77777777" w:rsidR="0085747A" w:rsidRPr="00BB5089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B5089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BB5089">
        <w:rPr>
          <w:rFonts w:ascii="Corbel" w:hAnsi="Corbel"/>
          <w:i/>
          <w:sz w:val="20"/>
          <w:szCs w:val="20"/>
        </w:rPr>
        <w:t>(skrajne daty</w:t>
      </w:r>
      <w:r w:rsidR="0085747A" w:rsidRPr="00BB5089">
        <w:rPr>
          <w:rFonts w:ascii="Corbel" w:hAnsi="Corbel"/>
          <w:sz w:val="20"/>
          <w:szCs w:val="20"/>
        </w:rPr>
        <w:t>)</w:t>
      </w:r>
    </w:p>
    <w:p w14:paraId="52066E8A" w14:textId="61F971C9" w:rsidR="009149D1" w:rsidRPr="009149D1" w:rsidRDefault="00445970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 w:rsidRPr="00BB5089">
        <w:rPr>
          <w:rFonts w:ascii="Corbel" w:hAnsi="Corbel"/>
          <w:sz w:val="20"/>
          <w:szCs w:val="20"/>
        </w:rPr>
        <w:tab/>
      </w:r>
      <w:r w:rsidRPr="00BB5089">
        <w:rPr>
          <w:rFonts w:ascii="Corbel" w:hAnsi="Corbel"/>
          <w:sz w:val="20"/>
          <w:szCs w:val="20"/>
        </w:rPr>
        <w:tab/>
      </w:r>
      <w:r w:rsidRPr="00BB5089">
        <w:rPr>
          <w:rFonts w:ascii="Corbel" w:hAnsi="Corbel"/>
          <w:sz w:val="20"/>
          <w:szCs w:val="20"/>
        </w:rPr>
        <w:tab/>
      </w:r>
      <w:r w:rsidRPr="00BB5089">
        <w:rPr>
          <w:rFonts w:ascii="Corbel" w:hAnsi="Corbel"/>
          <w:sz w:val="20"/>
          <w:szCs w:val="20"/>
        </w:rPr>
        <w:tab/>
      </w:r>
      <w:r w:rsidRPr="009149D1">
        <w:rPr>
          <w:rFonts w:ascii="Corbel" w:hAnsi="Corbel"/>
          <w:b/>
          <w:sz w:val="20"/>
          <w:szCs w:val="20"/>
        </w:rPr>
        <w:t xml:space="preserve">Rok akademicki   </w:t>
      </w:r>
      <w:r w:rsidR="00CA5C6C" w:rsidRPr="009149D1">
        <w:rPr>
          <w:rFonts w:ascii="Corbel" w:hAnsi="Corbel"/>
          <w:b/>
          <w:sz w:val="20"/>
          <w:szCs w:val="20"/>
        </w:rPr>
        <w:t>202</w:t>
      </w:r>
      <w:r w:rsidR="004F1703">
        <w:rPr>
          <w:rFonts w:ascii="Corbel" w:hAnsi="Corbel"/>
          <w:b/>
          <w:sz w:val="20"/>
          <w:szCs w:val="20"/>
        </w:rPr>
        <w:t>2</w:t>
      </w:r>
      <w:r w:rsidR="00CA5C6C" w:rsidRPr="009149D1">
        <w:rPr>
          <w:rFonts w:ascii="Corbel" w:hAnsi="Corbel"/>
          <w:b/>
          <w:sz w:val="20"/>
          <w:szCs w:val="20"/>
        </w:rPr>
        <w:t>/202</w:t>
      </w:r>
      <w:r w:rsidR="004F1703">
        <w:rPr>
          <w:rFonts w:ascii="Corbel" w:hAnsi="Corbel"/>
          <w:b/>
          <w:sz w:val="20"/>
          <w:szCs w:val="20"/>
        </w:rPr>
        <w:t>3</w:t>
      </w:r>
      <w:r w:rsidR="005875F5" w:rsidRPr="009149D1">
        <w:rPr>
          <w:rFonts w:ascii="Corbel" w:hAnsi="Corbel"/>
          <w:b/>
          <w:sz w:val="20"/>
          <w:szCs w:val="20"/>
        </w:rPr>
        <w:t>,</w:t>
      </w:r>
    </w:p>
    <w:p w14:paraId="154B4F34" w14:textId="7E65421F" w:rsidR="00445970" w:rsidRPr="009149D1" w:rsidRDefault="004F1703" w:rsidP="009149D1">
      <w:pPr>
        <w:spacing w:after="0" w:line="240" w:lineRule="exact"/>
        <w:ind w:left="3540" w:firstLine="708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b/>
          <w:sz w:val="20"/>
          <w:szCs w:val="20"/>
        </w:rPr>
        <w:t xml:space="preserve">  </w:t>
      </w:r>
      <w:r w:rsidR="00DA4EBE" w:rsidRPr="009149D1">
        <w:rPr>
          <w:rFonts w:ascii="Corbel" w:hAnsi="Corbel"/>
          <w:b/>
          <w:sz w:val="20"/>
          <w:szCs w:val="20"/>
        </w:rPr>
        <w:t>20</w:t>
      </w:r>
      <w:r w:rsidR="00CA5C6C" w:rsidRPr="009149D1">
        <w:rPr>
          <w:rFonts w:ascii="Corbel" w:hAnsi="Corbel"/>
          <w:b/>
          <w:sz w:val="20"/>
          <w:szCs w:val="20"/>
        </w:rPr>
        <w:t>2</w:t>
      </w:r>
      <w:r>
        <w:rPr>
          <w:rFonts w:ascii="Corbel" w:hAnsi="Corbel"/>
          <w:b/>
          <w:sz w:val="20"/>
          <w:szCs w:val="20"/>
        </w:rPr>
        <w:t>3</w:t>
      </w:r>
      <w:r w:rsidR="00DA4EBE" w:rsidRPr="009149D1">
        <w:rPr>
          <w:rFonts w:ascii="Corbel" w:hAnsi="Corbel"/>
          <w:b/>
          <w:sz w:val="20"/>
          <w:szCs w:val="20"/>
        </w:rPr>
        <w:t>/202</w:t>
      </w:r>
      <w:r>
        <w:rPr>
          <w:rFonts w:ascii="Corbel" w:hAnsi="Corbel"/>
          <w:b/>
          <w:sz w:val="20"/>
          <w:szCs w:val="20"/>
        </w:rPr>
        <w:t>4</w:t>
      </w:r>
    </w:p>
    <w:p w14:paraId="052A4141" w14:textId="77777777" w:rsidR="0085747A" w:rsidRPr="00BB508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1161967" w14:textId="77777777" w:rsidR="0085747A" w:rsidRPr="00BB5089" w:rsidRDefault="0071620A" w:rsidP="009C54AE">
      <w:pPr>
        <w:pStyle w:val="Punktygwne"/>
        <w:spacing w:before="0" w:after="0"/>
        <w:rPr>
          <w:rFonts w:ascii="Corbel" w:hAnsi="Corbel"/>
          <w:smallCaps w:val="0"/>
          <w:color w:val="0070C0"/>
          <w:szCs w:val="24"/>
        </w:rPr>
      </w:pPr>
      <w:r w:rsidRPr="00BB5089">
        <w:rPr>
          <w:rFonts w:ascii="Corbel" w:hAnsi="Corbel"/>
          <w:smallCaps w:val="0"/>
          <w:szCs w:val="24"/>
        </w:rPr>
        <w:t xml:space="preserve">1. </w:t>
      </w:r>
      <w:r w:rsidR="0085747A" w:rsidRPr="00BB5089">
        <w:rPr>
          <w:rFonts w:ascii="Corbel" w:hAnsi="Corbel"/>
          <w:smallCaps w:val="0"/>
          <w:szCs w:val="24"/>
        </w:rPr>
        <w:t xml:space="preserve">Podstawowe </w:t>
      </w:r>
      <w:r w:rsidR="00445970" w:rsidRPr="00BB5089">
        <w:rPr>
          <w:rFonts w:ascii="Corbel" w:hAnsi="Corbel"/>
          <w:smallCaps w:val="0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B5089" w14:paraId="7995C8AA" w14:textId="77777777" w:rsidTr="00B819C8">
        <w:tc>
          <w:tcPr>
            <w:tcW w:w="2694" w:type="dxa"/>
            <w:vAlign w:val="center"/>
          </w:tcPr>
          <w:p w14:paraId="07D96681" w14:textId="77777777" w:rsidR="0085747A" w:rsidRPr="00BB508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B508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A3E0D6C" w14:textId="77777777" w:rsidR="0085747A" w:rsidRPr="009149D1" w:rsidRDefault="00061F2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149D1">
              <w:rPr>
                <w:rFonts w:ascii="Corbel" w:hAnsi="Corbel"/>
                <w:sz w:val="24"/>
                <w:szCs w:val="24"/>
              </w:rPr>
              <w:t>Pedagogika rodziny</w:t>
            </w:r>
          </w:p>
        </w:tc>
      </w:tr>
      <w:tr w:rsidR="0085747A" w:rsidRPr="00BB5089" w14:paraId="31A32F8F" w14:textId="77777777" w:rsidTr="00B819C8">
        <w:tc>
          <w:tcPr>
            <w:tcW w:w="2694" w:type="dxa"/>
            <w:vAlign w:val="center"/>
          </w:tcPr>
          <w:p w14:paraId="02401933" w14:textId="77777777" w:rsidR="0085747A" w:rsidRPr="00BB508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B508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B508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0135B51" w14:textId="77777777" w:rsidR="0085747A" w:rsidRPr="00BB5089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B5089" w14:paraId="3A1C8EC2" w14:textId="77777777" w:rsidTr="00B819C8">
        <w:tc>
          <w:tcPr>
            <w:tcW w:w="2694" w:type="dxa"/>
            <w:vAlign w:val="center"/>
          </w:tcPr>
          <w:p w14:paraId="5C64588A" w14:textId="77777777" w:rsidR="0085747A" w:rsidRPr="00BB5089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B5089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B508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0A58CF0" w14:textId="10D1A1B1" w:rsidR="0085747A" w:rsidRPr="00BB5089" w:rsidRDefault="00D81D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1D8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B5089" w14:paraId="1C4082E6" w14:textId="77777777" w:rsidTr="00B819C8">
        <w:tc>
          <w:tcPr>
            <w:tcW w:w="2694" w:type="dxa"/>
            <w:vAlign w:val="center"/>
          </w:tcPr>
          <w:p w14:paraId="749D6B76" w14:textId="77777777" w:rsidR="0085747A" w:rsidRPr="00BB50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B508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630768A" w14:textId="2FA69BAD" w:rsidR="0085747A" w:rsidRPr="0068078C" w:rsidRDefault="006807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bookmarkStart w:id="0" w:name="_GoBack"/>
            <w:r w:rsidRPr="0068078C">
              <w:rPr>
                <w:rStyle w:val="Pogrubienie"/>
                <w:rFonts w:ascii="Corbel" w:hAnsi="Corbel" w:cs="Arial"/>
                <w:color w:val="000000" w:themeColor="text1"/>
                <w:sz w:val="23"/>
                <w:szCs w:val="23"/>
                <w:shd w:val="clear" w:color="auto" w:fill="FEFEFE"/>
              </w:rPr>
              <w:t>Instytut Pedagogiki </w:t>
            </w:r>
            <w:bookmarkEnd w:id="0"/>
          </w:p>
        </w:tc>
      </w:tr>
      <w:tr w:rsidR="0085747A" w:rsidRPr="00BB5089" w14:paraId="6465AFCE" w14:textId="77777777" w:rsidTr="00B819C8">
        <w:tc>
          <w:tcPr>
            <w:tcW w:w="2694" w:type="dxa"/>
            <w:vAlign w:val="center"/>
          </w:tcPr>
          <w:p w14:paraId="71EA6135" w14:textId="77777777" w:rsidR="0085747A" w:rsidRPr="00BB50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B508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7A01C2C" w14:textId="77777777" w:rsidR="0085747A" w:rsidRPr="00BB5089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5089"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85747A" w:rsidRPr="00BB5089" w14:paraId="3FEA5963" w14:textId="77777777" w:rsidTr="00B819C8">
        <w:tc>
          <w:tcPr>
            <w:tcW w:w="2694" w:type="dxa"/>
            <w:vAlign w:val="center"/>
          </w:tcPr>
          <w:p w14:paraId="2C165A4A" w14:textId="77777777" w:rsidR="0085747A" w:rsidRPr="00BB508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B508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092844C" w14:textId="77777777" w:rsidR="0085747A" w:rsidRPr="00BB5089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5089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BB5089" w14:paraId="100E06ED" w14:textId="77777777" w:rsidTr="00B819C8">
        <w:tc>
          <w:tcPr>
            <w:tcW w:w="2694" w:type="dxa"/>
            <w:vAlign w:val="center"/>
          </w:tcPr>
          <w:p w14:paraId="1C73F585" w14:textId="77777777" w:rsidR="0085747A" w:rsidRPr="00BB50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B508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79EBEE4" w14:textId="32161B8C" w:rsidR="0085747A" w:rsidRPr="00BB5089" w:rsidRDefault="007866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5089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DA4EBE" w:rsidRPr="00BB5089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BB5089" w14:paraId="48D25ECD" w14:textId="77777777" w:rsidTr="00B819C8">
        <w:tc>
          <w:tcPr>
            <w:tcW w:w="2694" w:type="dxa"/>
            <w:vAlign w:val="center"/>
          </w:tcPr>
          <w:p w14:paraId="052C5A43" w14:textId="77777777" w:rsidR="0085747A" w:rsidRPr="00BB50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B508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18F7D9B" w14:textId="41BEAF0B" w:rsidR="0085747A" w:rsidRPr="00BB5089" w:rsidRDefault="007866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5089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A4EBE" w:rsidRPr="00BB5089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BB5089" w14:paraId="6AA67B38" w14:textId="77777777" w:rsidTr="00B819C8">
        <w:tc>
          <w:tcPr>
            <w:tcW w:w="2694" w:type="dxa"/>
            <w:vAlign w:val="center"/>
          </w:tcPr>
          <w:p w14:paraId="498BC0DA" w14:textId="77777777" w:rsidR="0085747A" w:rsidRPr="00BB50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B508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B5089">
              <w:rPr>
                <w:rFonts w:ascii="Corbel" w:hAnsi="Corbel"/>
                <w:sz w:val="24"/>
                <w:szCs w:val="24"/>
              </w:rPr>
              <w:t>/y</w:t>
            </w:r>
            <w:r w:rsidRPr="00BB508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17257FF" w14:textId="77777777" w:rsidR="0085747A" w:rsidRPr="009149D1" w:rsidRDefault="00636B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149D1">
              <w:rPr>
                <w:rFonts w:ascii="Corbel" w:hAnsi="Corbel"/>
                <w:sz w:val="24"/>
                <w:szCs w:val="24"/>
              </w:rPr>
              <w:t>Rok 1, 2, semestr 2, 3</w:t>
            </w:r>
          </w:p>
        </w:tc>
      </w:tr>
      <w:tr w:rsidR="0085747A" w:rsidRPr="00BB5089" w14:paraId="62FA2266" w14:textId="77777777" w:rsidTr="00B819C8">
        <w:tc>
          <w:tcPr>
            <w:tcW w:w="2694" w:type="dxa"/>
            <w:vAlign w:val="center"/>
          </w:tcPr>
          <w:p w14:paraId="0FD20C48" w14:textId="77777777" w:rsidR="0085747A" w:rsidRPr="00BB50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B508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82DE014" w14:textId="77777777" w:rsidR="0085747A" w:rsidRPr="00BB5089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5089">
              <w:rPr>
                <w:rFonts w:ascii="Corbel" w:hAnsi="Corbel"/>
                <w:b w:val="0"/>
                <w:sz w:val="24"/>
                <w:szCs w:val="24"/>
              </w:rPr>
              <w:t>Przedmioty</w:t>
            </w:r>
            <w:r w:rsidR="00CA773C" w:rsidRPr="00BB5089">
              <w:rPr>
                <w:rFonts w:ascii="Corbel" w:hAnsi="Corbel"/>
                <w:b w:val="0"/>
                <w:sz w:val="24"/>
                <w:szCs w:val="24"/>
              </w:rPr>
              <w:t xml:space="preserve"> kierunkowe</w:t>
            </w:r>
          </w:p>
        </w:tc>
      </w:tr>
      <w:tr w:rsidR="00923D7D" w:rsidRPr="00BB5089" w14:paraId="2F9B83B1" w14:textId="77777777" w:rsidTr="00B819C8">
        <w:tc>
          <w:tcPr>
            <w:tcW w:w="2694" w:type="dxa"/>
            <w:vAlign w:val="center"/>
          </w:tcPr>
          <w:p w14:paraId="310699AB" w14:textId="77777777" w:rsidR="00923D7D" w:rsidRPr="00BB508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B508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541FD33" w14:textId="0B1BE59A" w:rsidR="00923D7D" w:rsidRPr="00BB5089" w:rsidRDefault="007866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5089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DA4EBE" w:rsidRPr="00BB5089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BB5089" w14:paraId="26201D29" w14:textId="77777777" w:rsidTr="00B819C8">
        <w:tc>
          <w:tcPr>
            <w:tcW w:w="2694" w:type="dxa"/>
            <w:vAlign w:val="center"/>
          </w:tcPr>
          <w:p w14:paraId="7C17E1EF" w14:textId="77777777" w:rsidR="0085747A" w:rsidRPr="00BB50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B508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B43765A" w14:textId="779E5152" w:rsidR="0085747A" w:rsidRPr="00BB5089" w:rsidRDefault="00434BA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5C41E3" w:rsidRPr="00BB5089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864F2B" w:rsidRPr="00BB5089">
              <w:rPr>
                <w:rFonts w:ascii="Corbel" w:hAnsi="Corbel"/>
                <w:b w:val="0"/>
                <w:sz w:val="24"/>
                <w:szCs w:val="24"/>
              </w:rPr>
              <w:t>Bernadeta Botwina</w:t>
            </w:r>
          </w:p>
        </w:tc>
      </w:tr>
      <w:tr w:rsidR="0085747A" w:rsidRPr="00BB5089" w14:paraId="71C28B03" w14:textId="77777777" w:rsidTr="00B819C8">
        <w:tc>
          <w:tcPr>
            <w:tcW w:w="2694" w:type="dxa"/>
            <w:vAlign w:val="center"/>
          </w:tcPr>
          <w:p w14:paraId="390B65CB" w14:textId="77777777" w:rsidR="0085747A" w:rsidRPr="00BB50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B508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54CE38F" w14:textId="3E4603E3" w:rsidR="0085747A" w:rsidRPr="00BB5089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F5BD66B" w14:textId="77777777" w:rsidR="0085747A" w:rsidRPr="00BB5089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B5089">
        <w:rPr>
          <w:rFonts w:ascii="Corbel" w:hAnsi="Corbel"/>
          <w:sz w:val="24"/>
          <w:szCs w:val="24"/>
        </w:rPr>
        <w:t xml:space="preserve">* </w:t>
      </w:r>
      <w:r w:rsidRPr="00BB5089">
        <w:rPr>
          <w:rFonts w:ascii="Corbel" w:hAnsi="Corbel"/>
          <w:i/>
          <w:sz w:val="24"/>
          <w:szCs w:val="24"/>
        </w:rPr>
        <w:t>-</w:t>
      </w:r>
      <w:r w:rsidR="00B90885" w:rsidRPr="00BB508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B5089">
        <w:rPr>
          <w:rFonts w:ascii="Corbel" w:hAnsi="Corbel"/>
          <w:b w:val="0"/>
          <w:sz w:val="24"/>
          <w:szCs w:val="24"/>
        </w:rPr>
        <w:t>e,</w:t>
      </w:r>
      <w:r w:rsidRPr="00BB5089">
        <w:rPr>
          <w:rFonts w:ascii="Corbel" w:hAnsi="Corbel"/>
          <w:i/>
          <w:sz w:val="24"/>
          <w:szCs w:val="24"/>
        </w:rPr>
        <w:t xml:space="preserve"> </w:t>
      </w:r>
      <w:r w:rsidRPr="00BB508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B5089">
        <w:rPr>
          <w:rFonts w:ascii="Corbel" w:hAnsi="Corbel"/>
          <w:b w:val="0"/>
          <w:i/>
          <w:sz w:val="24"/>
          <w:szCs w:val="24"/>
        </w:rPr>
        <w:t>w Jednostce</w:t>
      </w:r>
    </w:p>
    <w:p w14:paraId="113DA91B" w14:textId="77777777" w:rsidR="00923D7D" w:rsidRPr="00BB508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58D294F" w14:textId="77777777" w:rsidR="0085747A" w:rsidRPr="00BB508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B5089">
        <w:rPr>
          <w:rFonts w:ascii="Corbel" w:hAnsi="Corbel"/>
          <w:sz w:val="24"/>
          <w:szCs w:val="24"/>
        </w:rPr>
        <w:t>1.</w:t>
      </w:r>
      <w:r w:rsidR="00E22FBC" w:rsidRPr="00BB5089">
        <w:rPr>
          <w:rFonts w:ascii="Corbel" w:hAnsi="Corbel"/>
          <w:sz w:val="24"/>
          <w:szCs w:val="24"/>
        </w:rPr>
        <w:t>1</w:t>
      </w:r>
      <w:r w:rsidRPr="00BB5089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BB5089">
        <w:rPr>
          <w:rFonts w:ascii="Corbel" w:hAnsi="Corbel"/>
          <w:sz w:val="24"/>
          <w:szCs w:val="24"/>
        </w:rPr>
        <w:t>ECTS</w:t>
      </w:r>
      <w:proofErr w:type="spellEnd"/>
      <w:r w:rsidRPr="00BB5089">
        <w:rPr>
          <w:rFonts w:ascii="Corbel" w:hAnsi="Corbel"/>
          <w:sz w:val="24"/>
          <w:szCs w:val="24"/>
        </w:rPr>
        <w:t xml:space="preserve"> </w:t>
      </w:r>
    </w:p>
    <w:p w14:paraId="13766D88" w14:textId="77777777" w:rsidR="00923D7D" w:rsidRPr="00BB508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B5089" w14:paraId="1149DE12" w14:textId="77777777" w:rsidTr="009149D1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4A5DD" w14:textId="77777777" w:rsidR="00015B8F" w:rsidRPr="00BB5089" w:rsidRDefault="00015B8F" w:rsidP="009149D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B5089">
              <w:rPr>
                <w:rFonts w:ascii="Corbel" w:hAnsi="Corbel"/>
                <w:szCs w:val="24"/>
              </w:rPr>
              <w:t>Semestr</w:t>
            </w:r>
          </w:p>
          <w:p w14:paraId="676BF69C" w14:textId="77777777" w:rsidR="00015B8F" w:rsidRPr="00BB5089" w:rsidRDefault="002B5EA0" w:rsidP="009149D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B5089">
              <w:rPr>
                <w:rFonts w:ascii="Corbel" w:hAnsi="Corbel"/>
                <w:szCs w:val="24"/>
              </w:rPr>
              <w:t>(</w:t>
            </w:r>
            <w:r w:rsidR="00363F78" w:rsidRPr="00BB508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0AB05" w14:textId="77777777" w:rsidR="00015B8F" w:rsidRPr="00BB5089" w:rsidRDefault="00015B8F" w:rsidP="009149D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B5089">
              <w:rPr>
                <w:rFonts w:ascii="Corbel" w:hAnsi="Corbel"/>
                <w:szCs w:val="24"/>
              </w:rPr>
              <w:t>Wykł</w:t>
            </w:r>
            <w:proofErr w:type="spellEnd"/>
            <w:r w:rsidRPr="00BB508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DAB51" w14:textId="77777777" w:rsidR="00015B8F" w:rsidRPr="00BB5089" w:rsidRDefault="00015B8F" w:rsidP="009149D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B508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22DBA" w14:textId="77777777" w:rsidR="00015B8F" w:rsidRPr="00BB5089" w:rsidRDefault="00015B8F" w:rsidP="009149D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B5089">
              <w:rPr>
                <w:rFonts w:ascii="Corbel" w:hAnsi="Corbel"/>
                <w:szCs w:val="24"/>
              </w:rPr>
              <w:t>Konw</w:t>
            </w:r>
            <w:proofErr w:type="spellEnd"/>
            <w:r w:rsidRPr="00BB508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0F03E" w14:textId="77777777" w:rsidR="00015B8F" w:rsidRPr="00BB5089" w:rsidRDefault="00015B8F" w:rsidP="009149D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B508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D52CA" w14:textId="77777777" w:rsidR="00015B8F" w:rsidRPr="00BB5089" w:rsidRDefault="00015B8F" w:rsidP="009149D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B5089">
              <w:rPr>
                <w:rFonts w:ascii="Corbel" w:hAnsi="Corbel"/>
                <w:szCs w:val="24"/>
              </w:rPr>
              <w:t>Sem</w:t>
            </w:r>
            <w:proofErr w:type="spellEnd"/>
            <w:r w:rsidRPr="00BB508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DE82D" w14:textId="77777777" w:rsidR="00015B8F" w:rsidRPr="00BB5089" w:rsidRDefault="00015B8F" w:rsidP="009149D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B5089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0C331" w14:textId="77777777" w:rsidR="00015B8F" w:rsidRPr="00BB5089" w:rsidRDefault="00015B8F" w:rsidP="009149D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B5089">
              <w:rPr>
                <w:rFonts w:ascii="Corbel" w:hAnsi="Corbel"/>
                <w:szCs w:val="24"/>
              </w:rPr>
              <w:t>Prakt</w:t>
            </w:r>
            <w:proofErr w:type="spellEnd"/>
            <w:r w:rsidRPr="00BB508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CF529" w14:textId="77777777" w:rsidR="00015B8F" w:rsidRPr="00BB5089" w:rsidRDefault="00015B8F" w:rsidP="009149D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B508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5EEDF" w14:textId="77777777" w:rsidR="00015B8F" w:rsidRPr="00BB5089" w:rsidRDefault="00015B8F" w:rsidP="009149D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B5089">
              <w:rPr>
                <w:rFonts w:ascii="Corbel" w:hAnsi="Corbel"/>
                <w:b/>
                <w:szCs w:val="24"/>
              </w:rPr>
              <w:t>Liczba pkt</w:t>
            </w:r>
            <w:r w:rsidR="00B90885" w:rsidRPr="00BB5089">
              <w:rPr>
                <w:rFonts w:ascii="Corbel" w:hAnsi="Corbel"/>
                <w:b/>
                <w:szCs w:val="24"/>
              </w:rPr>
              <w:t>.</w:t>
            </w:r>
            <w:r w:rsidRPr="00BB5089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BB5089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BB5089" w14:paraId="100AD3EF" w14:textId="77777777" w:rsidTr="009149D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91228" w14:textId="77777777" w:rsidR="00015B8F" w:rsidRPr="00BB5089" w:rsidRDefault="00636B95" w:rsidP="009149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B5089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A7C84" w14:textId="77777777" w:rsidR="00015B8F" w:rsidRPr="00BB5089" w:rsidRDefault="00636B95" w:rsidP="009149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B508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7DB0C" w14:textId="77777777" w:rsidR="00015B8F" w:rsidRPr="00BB5089" w:rsidRDefault="00636B95" w:rsidP="009149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B5089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B4861" w14:textId="77777777" w:rsidR="00015B8F" w:rsidRPr="00BB5089" w:rsidRDefault="00015B8F" w:rsidP="009149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4962A" w14:textId="77777777" w:rsidR="00015B8F" w:rsidRPr="00BB5089" w:rsidRDefault="00015B8F" w:rsidP="009149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1BCCC" w14:textId="77777777" w:rsidR="00015B8F" w:rsidRPr="00BB5089" w:rsidRDefault="00015B8F" w:rsidP="009149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4BB66" w14:textId="77777777" w:rsidR="00015B8F" w:rsidRPr="00BB5089" w:rsidRDefault="00015B8F" w:rsidP="009149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5F0FF" w14:textId="77777777" w:rsidR="00015B8F" w:rsidRPr="00BB5089" w:rsidRDefault="00015B8F" w:rsidP="009149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B68A3" w14:textId="77777777" w:rsidR="00015B8F" w:rsidRPr="00BB5089" w:rsidRDefault="00015B8F" w:rsidP="009149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A14C0" w14:textId="77777777" w:rsidR="00015B8F" w:rsidRPr="00BB5089" w:rsidRDefault="00636B95" w:rsidP="009149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B508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BB5089" w14:paraId="09D2D9DF" w14:textId="77777777" w:rsidTr="009149D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1248F" w14:textId="77777777" w:rsidR="0030395F" w:rsidRPr="00BB5089" w:rsidRDefault="00636B95" w:rsidP="009149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B5089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44649" w14:textId="77777777" w:rsidR="0030395F" w:rsidRPr="00BB5089" w:rsidRDefault="00636B95" w:rsidP="009149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B508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92B2C" w14:textId="77777777" w:rsidR="0030395F" w:rsidRPr="00BB5089" w:rsidRDefault="00636B95" w:rsidP="009149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B508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A09DC" w14:textId="77777777" w:rsidR="0030395F" w:rsidRPr="00BB5089" w:rsidRDefault="0030395F" w:rsidP="009149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8EC5B" w14:textId="77777777" w:rsidR="0030395F" w:rsidRPr="00BB5089" w:rsidRDefault="0030395F" w:rsidP="009149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011B6" w14:textId="77777777" w:rsidR="0030395F" w:rsidRPr="00BB5089" w:rsidRDefault="0030395F" w:rsidP="009149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444DD" w14:textId="77777777" w:rsidR="0030395F" w:rsidRPr="00BB5089" w:rsidRDefault="0030395F" w:rsidP="009149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2B2A5" w14:textId="77777777" w:rsidR="0030395F" w:rsidRPr="00BB5089" w:rsidRDefault="0030395F" w:rsidP="009149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C2E0C" w14:textId="77777777" w:rsidR="0030395F" w:rsidRPr="00BB5089" w:rsidRDefault="0030395F" w:rsidP="009149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F4E7C" w14:textId="77777777" w:rsidR="0030395F" w:rsidRPr="00BB5089" w:rsidRDefault="00636B95" w:rsidP="009149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B508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8FCE5EC" w14:textId="77777777" w:rsidR="00923D7D" w:rsidRPr="00BB5089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90D8B7E" w14:textId="77777777" w:rsidR="00923D7D" w:rsidRPr="00BB5089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7AD24E2" w14:textId="77777777" w:rsidR="0085747A" w:rsidRPr="00BB508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B5089">
        <w:rPr>
          <w:rFonts w:ascii="Corbel" w:hAnsi="Corbel"/>
          <w:smallCaps w:val="0"/>
          <w:szCs w:val="24"/>
        </w:rPr>
        <w:t>1.</w:t>
      </w:r>
      <w:r w:rsidR="00E22FBC" w:rsidRPr="00BB5089">
        <w:rPr>
          <w:rFonts w:ascii="Corbel" w:hAnsi="Corbel"/>
          <w:smallCaps w:val="0"/>
          <w:szCs w:val="24"/>
        </w:rPr>
        <w:t>2</w:t>
      </w:r>
      <w:r w:rsidR="00F83B28" w:rsidRPr="00BB5089">
        <w:rPr>
          <w:rFonts w:ascii="Corbel" w:hAnsi="Corbel"/>
          <w:smallCaps w:val="0"/>
          <w:szCs w:val="24"/>
        </w:rPr>
        <w:t>.</w:t>
      </w:r>
      <w:r w:rsidR="00F83B28" w:rsidRPr="00BB5089">
        <w:rPr>
          <w:rFonts w:ascii="Corbel" w:hAnsi="Corbel"/>
          <w:smallCaps w:val="0"/>
          <w:szCs w:val="24"/>
        </w:rPr>
        <w:tab/>
      </w:r>
      <w:r w:rsidRPr="00BB5089">
        <w:rPr>
          <w:rFonts w:ascii="Corbel" w:hAnsi="Corbel"/>
          <w:smallCaps w:val="0"/>
          <w:szCs w:val="24"/>
        </w:rPr>
        <w:t xml:space="preserve">Sposób realizacji zajęć  </w:t>
      </w:r>
    </w:p>
    <w:p w14:paraId="086CD037" w14:textId="77777777" w:rsidR="0085747A" w:rsidRPr="00BB508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BB5089">
        <w:rPr>
          <w:rFonts w:ascii="MS Gothic" w:eastAsia="MS Gothic" w:hAnsi="MS Gothic" w:cs="MS Gothic" w:hint="eastAsia"/>
          <w:b w:val="0"/>
          <w:smallCaps w:val="0"/>
          <w:szCs w:val="24"/>
          <w:u w:val="single"/>
        </w:rPr>
        <w:t>☐</w:t>
      </w:r>
      <w:r w:rsidRPr="00BB5089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517C86DA" w14:textId="77777777" w:rsidR="0085747A" w:rsidRPr="00BB508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B5089">
        <w:rPr>
          <w:rFonts w:ascii="MS Gothic" w:eastAsia="MS Gothic" w:hAnsi="MS Gothic" w:cs="MS Gothic" w:hint="eastAsia"/>
          <w:b w:val="0"/>
          <w:smallCaps w:val="0"/>
          <w:szCs w:val="24"/>
        </w:rPr>
        <w:t>☐</w:t>
      </w:r>
      <w:r w:rsidRPr="00BB508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14E2DDE" w14:textId="77777777" w:rsidR="0085747A" w:rsidRPr="00BB508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F425ADE" w14:textId="77777777" w:rsidR="00E22FBC" w:rsidRPr="00BB5089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B5089">
        <w:rPr>
          <w:rFonts w:ascii="Corbel" w:hAnsi="Corbel"/>
          <w:smallCaps w:val="0"/>
          <w:szCs w:val="24"/>
        </w:rPr>
        <w:t xml:space="preserve">1.3 </w:t>
      </w:r>
      <w:r w:rsidR="00F83B28" w:rsidRPr="00BB5089">
        <w:rPr>
          <w:rFonts w:ascii="Corbel" w:hAnsi="Corbel"/>
          <w:smallCaps w:val="0"/>
          <w:szCs w:val="24"/>
        </w:rPr>
        <w:tab/>
      </w:r>
      <w:r w:rsidRPr="00BB5089">
        <w:rPr>
          <w:rFonts w:ascii="Corbel" w:hAnsi="Corbel"/>
          <w:smallCaps w:val="0"/>
          <w:szCs w:val="24"/>
        </w:rPr>
        <w:t>For</w:t>
      </w:r>
      <w:r w:rsidR="00445970" w:rsidRPr="00BB5089">
        <w:rPr>
          <w:rFonts w:ascii="Corbel" w:hAnsi="Corbel"/>
          <w:smallCaps w:val="0"/>
          <w:szCs w:val="24"/>
        </w:rPr>
        <w:t xml:space="preserve">ma zaliczenia przedmiotu </w:t>
      </w:r>
      <w:r w:rsidRPr="00BB5089">
        <w:rPr>
          <w:rFonts w:ascii="Corbel" w:hAnsi="Corbel"/>
          <w:smallCaps w:val="0"/>
          <w:szCs w:val="24"/>
        </w:rPr>
        <w:t xml:space="preserve"> (z toku) </w:t>
      </w:r>
      <w:r w:rsidRPr="00BB508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FA4B97C" w14:textId="77777777" w:rsidR="009C54AE" w:rsidRPr="00BB5089" w:rsidRDefault="00636B9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B5089">
        <w:rPr>
          <w:rFonts w:ascii="Corbel" w:hAnsi="Corbel"/>
          <w:b w:val="0"/>
          <w:smallCaps w:val="0"/>
          <w:szCs w:val="24"/>
        </w:rPr>
        <w:t>egzamin, praca projektowa</w:t>
      </w:r>
    </w:p>
    <w:p w14:paraId="7D6CA4C8" w14:textId="77777777" w:rsidR="00E960BB" w:rsidRPr="00BB5089" w:rsidRDefault="00E960B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94BD47" w14:textId="4324F328" w:rsidR="004C2B7A" w:rsidRPr="004C2B7A" w:rsidRDefault="00093B31" w:rsidP="009C54AE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>EGZAMIN</w:t>
      </w:r>
    </w:p>
    <w:p w14:paraId="737B803B" w14:textId="77777777" w:rsidR="004C2B7A" w:rsidRPr="004C2B7A" w:rsidRDefault="004C2B7A" w:rsidP="009C54AE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14:paraId="0559C94C" w14:textId="77777777" w:rsidR="004C2B7A" w:rsidRDefault="004C2B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EA0975" w14:textId="77777777" w:rsidR="004C2B7A" w:rsidRDefault="004C2B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BFA8B96" w14:textId="3979D6EC" w:rsidR="00E960BB" w:rsidRPr="00BB5089" w:rsidRDefault="004C2B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>2</w:t>
      </w:r>
      <w:r w:rsidR="0085747A" w:rsidRPr="00BB5089">
        <w:rPr>
          <w:rFonts w:ascii="Corbel" w:hAnsi="Corbel"/>
          <w:smallCaps w:val="0"/>
          <w:szCs w:val="24"/>
        </w:rPr>
        <w:t xml:space="preserve">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B5089" w14:paraId="1DED5C3C" w14:textId="77777777" w:rsidTr="00745302">
        <w:tc>
          <w:tcPr>
            <w:tcW w:w="9670" w:type="dxa"/>
          </w:tcPr>
          <w:p w14:paraId="09084936" w14:textId="37EC2805" w:rsidR="0085747A" w:rsidRPr="00BB5089" w:rsidRDefault="00CD292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z przedmiot</w:t>
            </w:r>
            <w:r w:rsidR="004C2B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 „Wprowadzenie do pedagogiki”, znajomość specyfiki i funkcjonowania podstawowych środowisk wychowawczych</w:t>
            </w:r>
          </w:p>
        </w:tc>
      </w:tr>
    </w:tbl>
    <w:p w14:paraId="35F82571" w14:textId="77777777" w:rsidR="00153C41" w:rsidRPr="00BB5089" w:rsidRDefault="00153C41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BC12A02" w14:textId="77777777" w:rsidR="0085747A" w:rsidRPr="00BB508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B5089">
        <w:rPr>
          <w:rFonts w:ascii="Corbel" w:hAnsi="Corbel"/>
          <w:smallCaps w:val="0"/>
          <w:szCs w:val="24"/>
        </w:rPr>
        <w:t>3.</w:t>
      </w:r>
      <w:r w:rsidR="0085747A" w:rsidRPr="00BB5089">
        <w:rPr>
          <w:rFonts w:ascii="Corbel" w:hAnsi="Corbel"/>
          <w:smallCaps w:val="0"/>
          <w:szCs w:val="24"/>
        </w:rPr>
        <w:t xml:space="preserve"> </w:t>
      </w:r>
      <w:r w:rsidR="00A84C85" w:rsidRPr="00BB5089">
        <w:rPr>
          <w:rFonts w:ascii="Corbel" w:hAnsi="Corbel"/>
          <w:smallCaps w:val="0"/>
          <w:szCs w:val="24"/>
        </w:rPr>
        <w:t>cele, efekty uczenia się</w:t>
      </w:r>
      <w:r w:rsidR="0085747A" w:rsidRPr="00BB5089">
        <w:rPr>
          <w:rFonts w:ascii="Corbel" w:hAnsi="Corbel"/>
          <w:smallCaps w:val="0"/>
          <w:szCs w:val="24"/>
        </w:rPr>
        <w:t xml:space="preserve"> , treści Programowe i stosowane metody Dydaktyczne</w:t>
      </w:r>
    </w:p>
    <w:p w14:paraId="0C754CEC" w14:textId="77777777" w:rsidR="0085747A" w:rsidRPr="00BB508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B14A413" w14:textId="77777777" w:rsidR="0085747A" w:rsidRPr="00BB508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B5089">
        <w:rPr>
          <w:rFonts w:ascii="Corbel" w:hAnsi="Corbel"/>
          <w:sz w:val="24"/>
          <w:szCs w:val="24"/>
        </w:rPr>
        <w:t xml:space="preserve">3.1 </w:t>
      </w:r>
      <w:r w:rsidR="00C05F44" w:rsidRPr="00BB5089">
        <w:rPr>
          <w:rFonts w:ascii="Corbel" w:hAnsi="Corbel"/>
          <w:sz w:val="24"/>
          <w:szCs w:val="24"/>
        </w:rPr>
        <w:t>Cele przedmiotu</w:t>
      </w:r>
    </w:p>
    <w:p w14:paraId="31E71211" w14:textId="77777777" w:rsidR="00F83B28" w:rsidRPr="00BB508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BB5089" w14:paraId="26FFCEC5" w14:textId="77777777" w:rsidTr="00923D7D">
        <w:tc>
          <w:tcPr>
            <w:tcW w:w="851" w:type="dxa"/>
            <w:vAlign w:val="center"/>
          </w:tcPr>
          <w:p w14:paraId="08ACF39D" w14:textId="77777777" w:rsidR="0085747A" w:rsidRPr="00BB5089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B508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20D2355" w14:textId="77777777" w:rsidR="00A72A0A" w:rsidRPr="00D1155B" w:rsidRDefault="00A72A0A" w:rsidP="00A72A0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1155B">
              <w:rPr>
                <w:rFonts w:ascii="Corbel" w:hAnsi="Corbel" w:cs="DejaVuSans"/>
                <w:sz w:val="24"/>
                <w:szCs w:val="24"/>
                <w:lang w:eastAsia="pl-PL"/>
              </w:rPr>
              <w:t>Przybliżyć wiedzę o obiektywnych i subiektywnych aspektach rodziny,</w:t>
            </w:r>
          </w:p>
          <w:p w14:paraId="0D115C42" w14:textId="77777777" w:rsidR="00A72A0A" w:rsidRPr="00D1155B" w:rsidRDefault="00A72A0A" w:rsidP="00A72A0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1155B">
              <w:rPr>
                <w:rFonts w:ascii="Corbel" w:hAnsi="Corbel" w:cs="DejaVuSans"/>
                <w:sz w:val="24"/>
                <w:szCs w:val="24"/>
                <w:lang w:eastAsia="pl-PL"/>
              </w:rPr>
              <w:t>jako grupy, wspólnoty i instytucji wychowawczej, jej funkcjach,</w:t>
            </w:r>
          </w:p>
          <w:p w14:paraId="6E0D046D" w14:textId="77777777" w:rsidR="00A72A0A" w:rsidRPr="00D1155B" w:rsidRDefault="00A72A0A" w:rsidP="00A72A0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1155B">
              <w:rPr>
                <w:rFonts w:ascii="Corbel" w:hAnsi="Corbel" w:cs="DejaVuSans"/>
                <w:sz w:val="24"/>
                <w:szCs w:val="24"/>
                <w:lang w:eastAsia="pl-PL"/>
              </w:rPr>
              <w:t>strukturze oraz związkach z mikro- i makrostrukturą społeczną</w:t>
            </w:r>
          </w:p>
          <w:p w14:paraId="046FA923" w14:textId="77777777" w:rsidR="00A72A0A" w:rsidRPr="00D1155B" w:rsidRDefault="00A72A0A" w:rsidP="00A72A0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1155B">
              <w:rPr>
                <w:rFonts w:ascii="Corbel" w:hAnsi="Corbel" w:cs="DejaVuSans"/>
                <w:sz w:val="24"/>
                <w:szCs w:val="24"/>
                <w:lang w:eastAsia="pl-PL"/>
              </w:rPr>
              <w:t>ujmowaną w kontekście społeczeństwa globalnego, wskazać czynniki</w:t>
            </w:r>
          </w:p>
          <w:p w14:paraId="6E0A94EA" w14:textId="4AB8479B" w:rsidR="0085747A" w:rsidRPr="00D1155B" w:rsidRDefault="00A72A0A" w:rsidP="00A72A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1155B">
              <w:rPr>
                <w:rFonts w:ascii="Corbel" w:hAnsi="Corbel" w:cs="DejaVuSans"/>
                <w:b w:val="0"/>
                <w:bCs/>
                <w:sz w:val="24"/>
                <w:szCs w:val="24"/>
              </w:rPr>
              <w:t>dezintegracji współczesnej rodziny</w:t>
            </w:r>
            <w:r w:rsidRPr="00D1155B">
              <w:rPr>
                <w:rFonts w:ascii="Corbel" w:hAnsi="Corbel" w:cs="DejaVuSans"/>
                <w:sz w:val="24"/>
                <w:szCs w:val="24"/>
              </w:rPr>
              <w:t>,</w:t>
            </w:r>
          </w:p>
        </w:tc>
      </w:tr>
      <w:tr w:rsidR="0085747A" w:rsidRPr="00BB5089" w14:paraId="0DE40E1C" w14:textId="77777777" w:rsidTr="00923D7D">
        <w:tc>
          <w:tcPr>
            <w:tcW w:w="851" w:type="dxa"/>
            <w:vAlign w:val="center"/>
          </w:tcPr>
          <w:p w14:paraId="3EAC157D" w14:textId="4B4463D5" w:rsidR="0085747A" w:rsidRPr="00BB5089" w:rsidRDefault="00A72A0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B508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724E49B" w14:textId="77777777" w:rsidR="00A72A0A" w:rsidRPr="00D1155B" w:rsidRDefault="00A72A0A" w:rsidP="00A72A0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1155B">
              <w:rPr>
                <w:rFonts w:ascii="Corbel" w:hAnsi="Corbel" w:cs="DejaVuSans"/>
                <w:sz w:val="24"/>
                <w:szCs w:val="24"/>
                <w:lang w:eastAsia="pl-PL"/>
              </w:rPr>
              <w:t>Rozwinąć wieloaspektowe spojrzenie na rodzinę jako środowisko</w:t>
            </w:r>
          </w:p>
          <w:p w14:paraId="2D62CAA1" w14:textId="77777777" w:rsidR="00A72A0A" w:rsidRPr="00D1155B" w:rsidRDefault="00A72A0A" w:rsidP="00A72A0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1155B">
              <w:rPr>
                <w:rFonts w:ascii="Corbel" w:hAnsi="Corbel" w:cs="DejaVuSans"/>
                <w:sz w:val="24"/>
                <w:szCs w:val="24"/>
                <w:lang w:eastAsia="pl-PL"/>
              </w:rPr>
              <w:t>rozwoju i wychowania człowieka oraz ukazać najważniejsze kierunki</w:t>
            </w:r>
          </w:p>
          <w:p w14:paraId="6AC11F8B" w14:textId="42043E6E" w:rsidR="0085747A" w:rsidRPr="00D1155B" w:rsidRDefault="00A72A0A" w:rsidP="00A72A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1155B">
              <w:rPr>
                <w:rFonts w:ascii="Corbel" w:hAnsi="Corbel" w:cs="DejaVuSans"/>
                <w:b w:val="0"/>
                <w:sz w:val="24"/>
                <w:szCs w:val="24"/>
              </w:rPr>
              <w:t>przemian i zagrożeń współczesnej rodziny w Polsce</w:t>
            </w:r>
          </w:p>
        </w:tc>
      </w:tr>
      <w:tr w:rsidR="0085747A" w:rsidRPr="00BB5089" w14:paraId="14867025" w14:textId="77777777" w:rsidTr="00923D7D">
        <w:tc>
          <w:tcPr>
            <w:tcW w:w="851" w:type="dxa"/>
            <w:vAlign w:val="center"/>
          </w:tcPr>
          <w:p w14:paraId="00FE1042" w14:textId="112ECFBA" w:rsidR="0085747A" w:rsidRPr="00BB5089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B5089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A72A0A" w:rsidRPr="00BB508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B90CED2" w14:textId="77777777" w:rsidR="00A72A0A" w:rsidRPr="00D1155B" w:rsidRDefault="00A72A0A" w:rsidP="00A72A0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1155B">
              <w:rPr>
                <w:rFonts w:ascii="Corbel" w:hAnsi="Corbel" w:cs="DejaVuSans"/>
                <w:sz w:val="24"/>
                <w:szCs w:val="24"/>
                <w:lang w:eastAsia="pl-PL"/>
              </w:rPr>
              <w:t>Scharakteryzować działania interwencyjne, terapeutyczne i</w:t>
            </w:r>
          </w:p>
          <w:p w14:paraId="3D5B2821" w14:textId="77777777" w:rsidR="00A72A0A" w:rsidRPr="00D1155B" w:rsidRDefault="00A72A0A" w:rsidP="00A72A0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1155B">
              <w:rPr>
                <w:rFonts w:ascii="Corbel" w:hAnsi="Corbel" w:cs="DejaVuSans"/>
                <w:sz w:val="24"/>
                <w:szCs w:val="24"/>
                <w:lang w:eastAsia="pl-PL"/>
              </w:rPr>
              <w:t>profilaktyczne w rodzinie oraz przewidzieć ich skutki, zapoznanie</w:t>
            </w:r>
          </w:p>
          <w:p w14:paraId="2DC25D6A" w14:textId="6D1F4BA8" w:rsidR="0085747A" w:rsidRPr="00D1155B" w:rsidRDefault="00A72A0A" w:rsidP="00A72A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1155B">
              <w:rPr>
                <w:rFonts w:ascii="Corbel" w:hAnsi="Corbel" w:cs="DejaVuSans"/>
                <w:b w:val="0"/>
                <w:sz w:val="24"/>
                <w:szCs w:val="24"/>
              </w:rPr>
              <w:t>studentów z instytucjami i ośrodkami wspierającymi rodzinę</w:t>
            </w:r>
          </w:p>
        </w:tc>
      </w:tr>
    </w:tbl>
    <w:p w14:paraId="0489091C" w14:textId="77777777" w:rsidR="0085747A" w:rsidRPr="00BB508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82F21D9" w14:textId="20514F76" w:rsidR="001D7B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B5089">
        <w:rPr>
          <w:rFonts w:ascii="Corbel" w:hAnsi="Corbel"/>
          <w:b/>
          <w:sz w:val="24"/>
          <w:szCs w:val="24"/>
        </w:rPr>
        <w:t xml:space="preserve">3.2 </w:t>
      </w:r>
      <w:r w:rsidR="001D7B54" w:rsidRPr="00BB5089">
        <w:rPr>
          <w:rFonts w:ascii="Corbel" w:hAnsi="Corbel"/>
          <w:b/>
          <w:sz w:val="24"/>
          <w:szCs w:val="24"/>
        </w:rPr>
        <w:t xml:space="preserve">Efekty </w:t>
      </w:r>
      <w:r w:rsidR="00C05F44" w:rsidRPr="00BB508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B5089">
        <w:rPr>
          <w:rFonts w:ascii="Corbel" w:hAnsi="Corbel"/>
          <w:b/>
          <w:sz w:val="24"/>
          <w:szCs w:val="24"/>
        </w:rPr>
        <w:t>dla przedmiotu</w:t>
      </w:r>
      <w:r w:rsidR="00445970" w:rsidRPr="00BB5089">
        <w:rPr>
          <w:rFonts w:ascii="Corbel" w:hAnsi="Corbel"/>
          <w:sz w:val="24"/>
          <w:szCs w:val="24"/>
        </w:rPr>
        <w:t xml:space="preserve"> </w:t>
      </w:r>
    </w:p>
    <w:p w14:paraId="6A6227D9" w14:textId="77777777" w:rsidR="00CF243E" w:rsidRPr="00BB5089" w:rsidRDefault="00CF243E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BB5089" w14:paraId="0BA6B836" w14:textId="77777777" w:rsidTr="00E47F5A">
        <w:tc>
          <w:tcPr>
            <w:tcW w:w="1680" w:type="dxa"/>
            <w:vAlign w:val="center"/>
          </w:tcPr>
          <w:p w14:paraId="53B5F0FB" w14:textId="77777777" w:rsidR="0085747A" w:rsidRPr="00BB508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B508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B508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B508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B508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05EAA06F" w14:textId="77777777" w:rsidR="0085747A" w:rsidRPr="00BB508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B508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B508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B508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5196E3C" w14:textId="77777777" w:rsidR="0085747A" w:rsidRPr="00BB508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B508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B508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C4D93" w:rsidRPr="00BB5089" w14:paraId="266E2A3E" w14:textId="77777777" w:rsidTr="000F5D3D">
        <w:tc>
          <w:tcPr>
            <w:tcW w:w="1680" w:type="dxa"/>
          </w:tcPr>
          <w:p w14:paraId="15F59CE0" w14:textId="77777777" w:rsidR="00E47F5A" w:rsidRPr="00BB5089" w:rsidRDefault="00E47F5A" w:rsidP="00E47F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B508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B508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0A900C21" w14:textId="092A2723" w:rsidR="00E47F5A" w:rsidRPr="00786620" w:rsidRDefault="00D1155B" w:rsidP="00E47F5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86620">
              <w:rPr>
                <w:rFonts w:ascii="Corbel" w:hAnsi="Corbel"/>
                <w:b w:val="0"/>
                <w:bCs/>
                <w:smallCaps w:val="0"/>
                <w:szCs w:val="24"/>
              </w:rPr>
              <w:t>Wymieni podstawowe definicje</w:t>
            </w:r>
            <w:r w:rsidR="00E47F5A" w:rsidRPr="0078662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i opis</w:t>
            </w:r>
            <w:r w:rsidRPr="00786620">
              <w:rPr>
                <w:rFonts w:ascii="Corbel" w:hAnsi="Corbel"/>
                <w:b w:val="0"/>
                <w:bCs/>
                <w:smallCaps w:val="0"/>
                <w:szCs w:val="24"/>
              </w:rPr>
              <w:t>ze</w:t>
            </w:r>
            <w:r w:rsidR="00E47F5A" w:rsidRPr="0078662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funkcje pedagogiki rodziny i jej subdyscyplin oraz wska</w:t>
            </w:r>
            <w:r w:rsidRPr="00786620">
              <w:rPr>
                <w:rFonts w:ascii="Corbel" w:hAnsi="Corbel"/>
                <w:b w:val="0"/>
                <w:bCs/>
                <w:smallCaps w:val="0"/>
                <w:szCs w:val="24"/>
              </w:rPr>
              <w:t>że</w:t>
            </w:r>
            <w:r w:rsidR="00E47F5A" w:rsidRPr="0078662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ich praktyczne zastosowanie.</w:t>
            </w:r>
          </w:p>
        </w:tc>
        <w:tc>
          <w:tcPr>
            <w:tcW w:w="1865" w:type="dxa"/>
            <w:vAlign w:val="center"/>
          </w:tcPr>
          <w:p w14:paraId="532DFDCB" w14:textId="300596F3" w:rsidR="00E47F5A" w:rsidRPr="00434BAA" w:rsidRDefault="00E47F5A" w:rsidP="00E47F5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4BAA">
              <w:rPr>
                <w:rFonts w:ascii="Corbel" w:hAnsi="Corbel"/>
                <w:b w:val="0"/>
                <w:bCs/>
                <w:smallCaps w:val="0"/>
                <w:szCs w:val="24"/>
              </w:rPr>
              <w:t>K_W01</w:t>
            </w:r>
          </w:p>
        </w:tc>
      </w:tr>
      <w:tr w:rsidR="007C4D93" w:rsidRPr="00BB5089" w14:paraId="0258C5A2" w14:textId="77777777" w:rsidTr="00E47F5A">
        <w:tc>
          <w:tcPr>
            <w:tcW w:w="1680" w:type="dxa"/>
          </w:tcPr>
          <w:p w14:paraId="6B5749AA" w14:textId="77777777" w:rsidR="00E47F5A" w:rsidRPr="00BB5089" w:rsidRDefault="00E47F5A" w:rsidP="00E47F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B508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0EB1E0FE" w14:textId="5DD2B708" w:rsidR="00E47F5A" w:rsidRPr="00786620" w:rsidRDefault="00E47F5A" w:rsidP="00E47F5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86620">
              <w:rPr>
                <w:rFonts w:ascii="Corbel" w:hAnsi="Corbel"/>
                <w:b w:val="0"/>
                <w:bCs/>
                <w:smallCaps w:val="0"/>
                <w:szCs w:val="24"/>
              </w:rPr>
              <w:t>Opis</w:t>
            </w:r>
            <w:r w:rsidR="00D1155B" w:rsidRPr="00786620">
              <w:rPr>
                <w:rFonts w:ascii="Corbel" w:hAnsi="Corbel"/>
                <w:b w:val="0"/>
                <w:bCs/>
                <w:smallCaps w:val="0"/>
                <w:szCs w:val="24"/>
              </w:rPr>
              <w:t>ze</w:t>
            </w:r>
            <w:r w:rsidRPr="0078662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przebieg procesu wychowania i socjalizacji, </w:t>
            </w:r>
            <w:r w:rsidR="00D1155B" w:rsidRPr="00786620">
              <w:rPr>
                <w:rFonts w:ascii="Corbel" w:hAnsi="Corbel"/>
                <w:b w:val="0"/>
                <w:bCs/>
                <w:smallCaps w:val="0"/>
                <w:szCs w:val="24"/>
              </w:rPr>
              <w:t>uwzględniając</w:t>
            </w:r>
            <w:r w:rsidRPr="0078662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przemian</w:t>
            </w:r>
            <w:r w:rsidR="00DD5922" w:rsidRPr="00786620">
              <w:rPr>
                <w:rFonts w:ascii="Corbel" w:hAnsi="Corbel"/>
                <w:b w:val="0"/>
                <w:bCs/>
                <w:smallCaps w:val="0"/>
                <w:szCs w:val="24"/>
              </w:rPr>
              <w:t>y</w:t>
            </w:r>
            <w:r w:rsidRPr="0078662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współczesnych środowisk i instytucji społecznych</w:t>
            </w:r>
            <w:r w:rsidR="00DD5922" w:rsidRPr="0078662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 obliczu globalnych trendów społeczno-kulturowych</w:t>
            </w:r>
          </w:p>
        </w:tc>
        <w:tc>
          <w:tcPr>
            <w:tcW w:w="1865" w:type="dxa"/>
          </w:tcPr>
          <w:p w14:paraId="591128D8" w14:textId="3B18F07E" w:rsidR="00E47F5A" w:rsidRPr="00434BAA" w:rsidRDefault="00E47F5A" w:rsidP="00E47F5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4BAA">
              <w:rPr>
                <w:rFonts w:ascii="Corbel" w:hAnsi="Corbel"/>
                <w:b w:val="0"/>
                <w:bCs/>
                <w:smallCaps w:val="0"/>
                <w:szCs w:val="24"/>
              </w:rPr>
              <w:t>K_W06</w:t>
            </w:r>
          </w:p>
        </w:tc>
      </w:tr>
      <w:tr w:rsidR="007C4D93" w:rsidRPr="00BB5089" w14:paraId="33974BB1" w14:textId="77777777" w:rsidTr="00E47F5A">
        <w:tc>
          <w:tcPr>
            <w:tcW w:w="1680" w:type="dxa"/>
          </w:tcPr>
          <w:p w14:paraId="22A27F31" w14:textId="34AFB38F" w:rsidR="00E47F5A" w:rsidRPr="00BB5089" w:rsidRDefault="00E47F5A" w:rsidP="00E47F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B508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4EF63C24" w14:textId="448AAC21" w:rsidR="00E47F5A" w:rsidRPr="00786620" w:rsidRDefault="00DD5922" w:rsidP="00E47F5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8662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Scharakteryzuje podstawowe </w:t>
            </w:r>
            <w:r w:rsidR="00E47F5A" w:rsidRPr="0078662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normy i procedury stosowane w instytucjach i organizacjach zajmujących się pomocą rodzinom w sytuacjach kryzysowych</w:t>
            </w:r>
          </w:p>
        </w:tc>
        <w:tc>
          <w:tcPr>
            <w:tcW w:w="1865" w:type="dxa"/>
          </w:tcPr>
          <w:p w14:paraId="576E0A8B" w14:textId="166B2F90" w:rsidR="00E47F5A" w:rsidRPr="00434BAA" w:rsidRDefault="00E47F5A" w:rsidP="00E47F5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4BAA">
              <w:rPr>
                <w:rFonts w:ascii="Corbel" w:hAnsi="Corbel"/>
                <w:b w:val="0"/>
                <w:bCs/>
                <w:smallCaps w:val="0"/>
                <w:szCs w:val="24"/>
              </w:rPr>
              <w:t>K_W08</w:t>
            </w:r>
          </w:p>
        </w:tc>
      </w:tr>
      <w:tr w:rsidR="00E47F5A" w:rsidRPr="00BB5089" w14:paraId="4C8B3460" w14:textId="77777777" w:rsidTr="00E47F5A">
        <w:tc>
          <w:tcPr>
            <w:tcW w:w="1680" w:type="dxa"/>
          </w:tcPr>
          <w:p w14:paraId="602098D7" w14:textId="5513B937" w:rsidR="00E47F5A" w:rsidRPr="00BB5089" w:rsidRDefault="00E47F5A" w:rsidP="00E47F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B508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5D945A0D" w14:textId="5887D108" w:rsidR="00E47F5A" w:rsidRPr="00786620" w:rsidRDefault="00E47F5A" w:rsidP="00E47F5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86620">
              <w:rPr>
                <w:rFonts w:ascii="Corbel" w:hAnsi="Corbel"/>
                <w:b w:val="0"/>
                <w:bCs/>
                <w:smallCaps w:val="0"/>
                <w:szCs w:val="24"/>
              </w:rPr>
              <w:t>Wyko</w:t>
            </w:r>
            <w:r w:rsidR="00C12C02" w:rsidRPr="0078662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na własny plan działania, który umożliwi mu pracę </w:t>
            </w:r>
            <w:r w:rsidRPr="0078662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 rodziną, z rodziną niewydolną wychowawczo, zdezorganizowaną i patologiczną.</w:t>
            </w:r>
          </w:p>
        </w:tc>
        <w:tc>
          <w:tcPr>
            <w:tcW w:w="1865" w:type="dxa"/>
          </w:tcPr>
          <w:p w14:paraId="1F4F9EC8" w14:textId="22DD72CD" w:rsidR="00E47F5A" w:rsidRPr="00434BAA" w:rsidRDefault="00E47F5A" w:rsidP="00E47F5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4BAA">
              <w:rPr>
                <w:rFonts w:ascii="Corbel" w:hAnsi="Corbel"/>
                <w:b w:val="0"/>
                <w:bCs/>
                <w:smallCaps w:val="0"/>
                <w:szCs w:val="24"/>
              </w:rPr>
              <w:t>K_U04</w:t>
            </w:r>
          </w:p>
        </w:tc>
      </w:tr>
      <w:tr w:rsidR="00E47F5A" w:rsidRPr="00BB5089" w14:paraId="14BD9ADB" w14:textId="77777777" w:rsidTr="00E47F5A">
        <w:tc>
          <w:tcPr>
            <w:tcW w:w="1680" w:type="dxa"/>
          </w:tcPr>
          <w:p w14:paraId="1CBA57B0" w14:textId="6EAB9E68" w:rsidR="00E47F5A" w:rsidRPr="00BB5089" w:rsidRDefault="00E47F5A" w:rsidP="00E47F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B508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14:paraId="33C2B203" w14:textId="77C4A44A" w:rsidR="00E47F5A" w:rsidRPr="00786620" w:rsidRDefault="00E47F5A" w:rsidP="00E47F5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86620">
              <w:rPr>
                <w:rFonts w:ascii="Corbel" w:hAnsi="Corbel"/>
                <w:b w:val="0"/>
                <w:bCs/>
                <w:smallCaps w:val="0"/>
                <w:szCs w:val="24"/>
              </w:rPr>
              <w:t>Przeprowadz</w:t>
            </w:r>
            <w:r w:rsidR="00C12C02" w:rsidRPr="00786620">
              <w:rPr>
                <w:rFonts w:ascii="Corbel" w:hAnsi="Corbel"/>
                <w:b w:val="0"/>
                <w:bCs/>
                <w:smallCaps w:val="0"/>
                <w:szCs w:val="24"/>
              </w:rPr>
              <w:t>i</w:t>
            </w:r>
            <w:r w:rsidRPr="0078662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diagnoz</w:t>
            </w:r>
            <w:r w:rsidR="00C12C02" w:rsidRPr="00786620">
              <w:rPr>
                <w:rFonts w:ascii="Corbel" w:hAnsi="Corbel"/>
                <w:b w:val="0"/>
                <w:bCs/>
                <w:smallCaps w:val="0"/>
                <w:szCs w:val="24"/>
              </w:rPr>
              <w:t>ę</w:t>
            </w:r>
            <w:r w:rsidRPr="0078662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potrzeb rodziny i </w:t>
            </w:r>
            <w:r w:rsidR="00C12C02" w:rsidRPr="0078662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przeanalizuje </w:t>
            </w:r>
            <w:r w:rsidRPr="00786620">
              <w:rPr>
                <w:rFonts w:ascii="Corbel" w:hAnsi="Corbel"/>
                <w:b w:val="0"/>
                <w:bCs/>
                <w:smallCaps w:val="0"/>
                <w:szCs w:val="24"/>
              </w:rPr>
              <w:t>relacj</w:t>
            </w:r>
            <w:r w:rsidR="00C12C02" w:rsidRPr="00786620">
              <w:rPr>
                <w:rFonts w:ascii="Corbel" w:hAnsi="Corbel"/>
                <w:b w:val="0"/>
                <w:bCs/>
                <w:smallCaps w:val="0"/>
                <w:szCs w:val="24"/>
              </w:rPr>
              <w:t>e</w:t>
            </w:r>
            <w:r w:rsidRPr="0078662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zachodząc</w:t>
            </w:r>
            <w:r w:rsidR="00C12C02" w:rsidRPr="00786620">
              <w:rPr>
                <w:rFonts w:ascii="Corbel" w:hAnsi="Corbel"/>
                <w:b w:val="0"/>
                <w:bCs/>
                <w:smallCaps w:val="0"/>
                <w:szCs w:val="24"/>
              </w:rPr>
              <w:t>e</w:t>
            </w:r>
            <w:r w:rsidRPr="0078662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pomiędzy poszczególnymi członkami  (z uwzględnieniem różnego układu wewnętrznego i położenia społecznego). </w:t>
            </w:r>
          </w:p>
        </w:tc>
        <w:tc>
          <w:tcPr>
            <w:tcW w:w="1865" w:type="dxa"/>
          </w:tcPr>
          <w:p w14:paraId="4F33E3F9" w14:textId="0CC9D50C" w:rsidR="00E47F5A" w:rsidRPr="00434BAA" w:rsidRDefault="00E47F5A" w:rsidP="00E47F5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4BAA">
              <w:rPr>
                <w:rFonts w:ascii="Corbel" w:hAnsi="Corbel"/>
                <w:b w:val="0"/>
                <w:bCs/>
                <w:smallCaps w:val="0"/>
                <w:szCs w:val="24"/>
              </w:rPr>
              <w:t>K_U05</w:t>
            </w:r>
          </w:p>
        </w:tc>
      </w:tr>
      <w:tr w:rsidR="007C4D93" w:rsidRPr="00BB5089" w14:paraId="46A4E23D" w14:textId="77777777" w:rsidTr="00132AE0">
        <w:tc>
          <w:tcPr>
            <w:tcW w:w="1680" w:type="dxa"/>
          </w:tcPr>
          <w:p w14:paraId="14FDD9E0" w14:textId="73606B82" w:rsidR="00E47F5A" w:rsidRPr="00BB5089" w:rsidRDefault="00E47F5A" w:rsidP="00E47F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B5089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5" w:type="dxa"/>
          </w:tcPr>
          <w:p w14:paraId="699C3054" w14:textId="0CBBC418" w:rsidR="00E47F5A" w:rsidRPr="00786620" w:rsidRDefault="00C12C02" w:rsidP="00E47F5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86620">
              <w:rPr>
                <w:rFonts w:ascii="Corbel" w:hAnsi="Corbel"/>
                <w:b w:val="0"/>
                <w:bCs/>
                <w:smallCaps w:val="0"/>
                <w:szCs w:val="24"/>
              </w:rPr>
              <w:t>Oceni i przeanalizuje skuteczność podjętych dział</w:t>
            </w:r>
            <w:r w:rsidR="008B4F97" w:rsidRPr="00786620">
              <w:rPr>
                <w:rFonts w:ascii="Corbel" w:hAnsi="Corbel"/>
                <w:b w:val="0"/>
                <w:bCs/>
                <w:smallCaps w:val="0"/>
                <w:szCs w:val="24"/>
              </w:rPr>
              <w:t>a</w:t>
            </w:r>
            <w:r w:rsidRPr="00786620">
              <w:rPr>
                <w:rFonts w:ascii="Corbel" w:hAnsi="Corbel"/>
                <w:b w:val="0"/>
                <w:bCs/>
                <w:smallCaps w:val="0"/>
                <w:szCs w:val="24"/>
              </w:rPr>
              <w:t>ń własnych</w:t>
            </w:r>
            <w:r w:rsidR="00E47F5A" w:rsidRPr="0078662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. </w:t>
            </w:r>
          </w:p>
        </w:tc>
        <w:tc>
          <w:tcPr>
            <w:tcW w:w="1865" w:type="dxa"/>
            <w:vAlign w:val="center"/>
          </w:tcPr>
          <w:p w14:paraId="27F6EB12" w14:textId="7FCA5161" w:rsidR="00E47F5A" w:rsidRPr="00434BAA" w:rsidRDefault="00E47F5A" w:rsidP="00E47F5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4BAA">
              <w:rPr>
                <w:rFonts w:ascii="Corbel" w:hAnsi="Corbel"/>
                <w:b w:val="0"/>
                <w:bCs/>
                <w:smallCaps w:val="0"/>
                <w:szCs w:val="24"/>
              </w:rPr>
              <w:t>K_K03</w:t>
            </w:r>
          </w:p>
        </w:tc>
      </w:tr>
    </w:tbl>
    <w:p w14:paraId="0C40A38B" w14:textId="77777777" w:rsidR="00030D9E" w:rsidRDefault="00030D9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49DE6D5" w14:textId="77777777" w:rsidR="00030D9E" w:rsidRDefault="00030D9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70E792C" w14:textId="26CEBFB9" w:rsidR="0085747A" w:rsidRPr="00BB508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B5089">
        <w:rPr>
          <w:rFonts w:ascii="Corbel" w:hAnsi="Corbel"/>
          <w:b/>
          <w:sz w:val="24"/>
          <w:szCs w:val="24"/>
        </w:rPr>
        <w:t>3.3</w:t>
      </w:r>
      <w:r w:rsidR="001D7B54" w:rsidRPr="00BB5089">
        <w:rPr>
          <w:rFonts w:ascii="Corbel" w:hAnsi="Corbel"/>
          <w:b/>
          <w:sz w:val="24"/>
          <w:szCs w:val="24"/>
        </w:rPr>
        <w:t xml:space="preserve"> </w:t>
      </w:r>
      <w:r w:rsidR="0085747A" w:rsidRPr="00BB5089">
        <w:rPr>
          <w:rFonts w:ascii="Corbel" w:hAnsi="Corbel"/>
          <w:b/>
          <w:sz w:val="24"/>
          <w:szCs w:val="24"/>
        </w:rPr>
        <w:t>T</w:t>
      </w:r>
      <w:r w:rsidR="001D7B54" w:rsidRPr="00BB5089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B5089">
        <w:rPr>
          <w:rFonts w:ascii="Corbel" w:hAnsi="Corbel"/>
          <w:sz w:val="24"/>
          <w:szCs w:val="24"/>
        </w:rPr>
        <w:t xml:space="preserve">  </w:t>
      </w:r>
    </w:p>
    <w:p w14:paraId="014B90B6" w14:textId="77777777" w:rsidR="0085747A" w:rsidRPr="00BB508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B5089">
        <w:rPr>
          <w:rFonts w:ascii="Corbel" w:hAnsi="Corbel"/>
          <w:sz w:val="24"/>
          <w:szCs w:val="24"/>
        </w:rPr>
        <w:t xml:space="preserve">Problematyka wykładu </w:t>
      </w:r>
    </w:p>
    <w:p w14:paraId="4AFB562E" w14:textId="77777777" w:rsidR="00675843" w:rsidRPr="00BB5089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B5089" w14:paraId="7914164F" w14:textId="77777777" w:rsidTr="009B2CA4">
        <w:tc>
          <w:tcPr>
            <w:tcW w:w="9520" w:type="dxa"/>
          </w:tcPr>
          <w:p w14:paraId="2726082B" w14:textId="77777777" w:rsidR="0085747A" w:rsidRPr="00BB508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B508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B5089" w14:paraId="72BA2B20" w14:textId="77777777" w:rsidTr="009B2CA4">
        <w:tc>
          <w:tcPr>
            <w:tcW w:w="9520" w:type="dxa"/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9294"/>
            </w:tblGrid>
            <w:tr w:rsidR="009B2CA4" w:rsidRPr="00BB5089" w14:paraId="6D5E9AE5" w14:textId="77777777" w:rsidTr="009B2CA4">
              <w:tc>
                <w:tcPr>
                  <w:tcW w:w="0" w:type="auto"/>
                </w:tcPr>
                <w:p w14:paraId="01EFF38A" w14:textId="68FE4275" w:rsidR="009B2CA4" w:rsidRPr="00786620" w:rsidRDefault="009B2CA4" w:rsidP="00786620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Corbel" w:hAnsi="Corbel" w:cs="DejaVuSans"/>
                      <w:sz w:val="24"/>
                      <w:szCs w:val="24"/>
                      <w:lang w:eastAsia="pl-PL"/>
                    </w:rPr>
                  </w:pPr>
                  <w:r w:rsidRPr="00786620">
                    <w:rPr>
                      <w:rFonts w:ascii="Corbel" w:hAnsi="Corbel" w:cs="DejaVuSans"/>
                      <w:sz w:val="24"/>
                      <w:szCs w:val="24"/>
                      <w:lang w:eastAsia="pl-PL"/>
                    </w:rPr>
                    <w:t xml:space="preserve">Pedagogika rodziny jako nauka, jej miejsce wśród innych nauk. </w:t>
                  </w:r>
                </w:p>
              </w:tc>
            </w:tr>
            <w:tr w:rsidR="009B2CA4" w:rsidRPr="00BB5089" w14:paraId="1BB0805F" w14:textId="77777777" w:rsidTr="009B2CA4">
              <w:tc>
                <w:tcPr>
                  <w:tcW w:w="0" w:type="auto"/>
                </w:tcPr>
                <w:p w14:paraId="61693203" w14:textId="22E7964D" w:rsidR="009B2CA4" w:rsidRPr="00786620" w:rsidRDefault="009B2CA4" w:rsidP="00786620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Corbel" w:hAnsi="Corbel" w:cs="DejaVuSans"/>
                      <w:sz w:val="24"/>
                      <w:szCs w:val="24"/>
                      <w:lang w:eastAsia="pl-PL"/>
                    </w:rPr>
                  </w:pPr>
                  <w:r w:rsidRPr="00786620">
                    <w:rPr>
                      <w:rFonts w:ascii="Corbel" w:hAnsi="Corbel" w:cs="DejaVuSans"/>
                      <w:sz w:val="24"/>
                      <w:szCs w:val="24"/>
                      <w:lang w:eastAsia="pl-PL"/>
                    </w:rPr>
                    <w:t>Zjawiska przemian w małżeństwie i rodzinie, historia i współczesność.</w:t>
                  </w:r>
                </w:p>
              </w:tc>
            </w:tr>
            <w:tr w:rsidR="009B2CA4" w:rsidRPr="00BB5089" w14:paraId="0369C1F8" w14:textId="77777777" w:rsidTr="009B2CA4">
              <w:tc>
                <w:tcPr>
                  <w:tcW w:w="0" w:type="auto"/>
                </w:tcPr>
                <w:p w14:paraId="5D3989D6" w14:textId="7F211B5A" w:rsidR="009B2CA4" w:rsidRPr="00786620" w:rsidRDefault="009B2CA4" w:rsidP="00786620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Corbel" w:hAnsi="Corbel" w:cs="DejaVuSans"/>
                      <w:sz w:val="24"/>
                      <w:szCs w:val="24"/>
                      <w:lang w:eastAsia="pl-PL"/>
                    </w:rPr>
                  </w:pPr>
                  <w:r w:rsidRPr="00786620">
                    <w:rPr>
                      <w:rFonts w:ascii="Corbel" w:hAnsi="Corbel" w:cs="DejaVuSans"/>
                      <w:sz w:val="24"/>
                      <w:szCs w:val="24"/>
                      <w:lang w:eastAsia="pl-PL"/>
                    </w:rPr>
                    <w:t>Rodzina, jako podstawowe środowisko wychowawcze dziecka. Rodzina, jako system</w:t>
                  </w:r>
                </w:p>
              </w:tc>
            </w:tr>
            <w:tr w:rsidR="009B2CA4" w:rsidRPr="00BB5089" w14:paraId="2329297F" w14:textId="77777777" w:rsidTr="009B2CA4">
              <w:tc>
                <w:tcPr>
                  <w:tcW w:w="0" w:type="auto"/>
                </w:tcPr>
                <w:p w14:paraId="0B42F7CD" w14:textId="74D48817" w:rsidR="009B2CA4" w:rsidRPr="00786620" w:rsidRDefault="009B2CA4" w:rsidP="00786620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Corbel" w:hAnsi="Corbel" w:cs="DejaVuSans"/>
                      <w:sz w:val="24"/>
                      <w:szCs w:val="24"/>
                      <w:lang w:eastAsia="pl-PL"/>
                    </w:rPr>
                  </w:pPr>
                  <w:r w:rsidRPr="00786620">
                    <w:rPr>
                      <w:rFonts w:ascii="Corbel" w:hAnsi="Corbel" w:cs="DejaVuSans"/>
                      <w:sz w:val="24"/>
                      <w:szCs w:val="24"/>
                      <w:lang w:eastAsia="pl-PL"/>
                    </w:rPr>
                    <w:t>Struktura rodziny, więzi, cechy, postawy i style wychowania.</w:t>
                  </w:r>
                  <w:r w:rsidR="00673BBB" w:rsidRPr="00786620">
                    <w:rPr>
                      <w:rFonts w:ascii="Corbel" w:hAnsi="Corbel" w:cs="DejaVuSans"/>
                      <w:sz w:val="24"/>
                      <w:szCs w:val="24"/>
                      <w:lang w:eastAsia="pl-PL"/>
                    </w:rPr>
                    <w:t xml:space="preserve"> Typologia rodzin</w:t>
                  </w:r>
                </w:p>
              </w:tc>
            </w:tr>
            <w:tr w:rsidR="009B2CA4" w:rsidRPr="00BB5089" w14:paraId="468C98F3" w14:textId="77777777" w:rsidTr="009B2CA4">
              <w:tc>
                <w:tcPr>
                  <w:tcW w:w="0" w:type="auto"/>
                </w:tcPr>
                <w:p w14:paraId="7D29C58C" w14:textId="383B908A" w:rsidR="009B2CA4" w:rsidRPr="00786620" w:rsidRDefault="009B2CA4" w:rsidP="00786620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Corbel" w:hAnsi="Corbel" w:cs="DejaVuSans"/>
                      <w:sz w:val="24"/>
                      <w:szCs w:val="24"/>
                      <w:lang w:eastAsia="pl-PL"/>
                    </w:rPr>
                  </w:pPr>
                  <w:r w:rsidRPr="00786620">
                    <w:rPr>
                      <w:rFonts w:ascii="Corbel" w:hAnsi="Corbel" w:cs="DejaVuSans"/>
                      <w:sz w:val="24"/>
                      <w:szCs w:val="24"/>
                      <w:lang w:eastAsia="pl-PL"/>
                    </w:rPr>
                    <w:t>Funkcje rodziny. Zadania opiekuńczo-wychowawcze rodziny i jej zasoby. Granice.</w:t>
                  </w:r>
                </w:p>
              </w:tc>
            </w:tr>
            <w:tr w:rsidR="009B2CA4" w:rsidRPr="00BB5089" w14:paraId="46CA1B6E" w14:textId="77777777" w:rsidTr="009B2CA4">
              <w:tc>
                <w:tcPr>
                  <w:tcW w:w="0" w:type="auto"/>
                </w:tcPr>
                <w:p w14:paraId="5B14C4AE" w14:textId="7324DA6B" w:rsidR="009B2CA4" w:rsidRPr="00786620" w:rsidRDefault="006301E4" w:rsidP="00786620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Corbel" w:hAnsi="Corbel" w:cs="DejaVuSans"/>
                      <w:sz w:val="24"/>
                      <w:szCs w:val="24"/>
                      <w:lang w:eastAsia="pl-PL"/>
                    </w:rPr>
                  </w:pPr>
                  <w:r w:rsidRPr="00786620">
                    <w:rPr>
                      <w:rFonts w:ascii="Corbel" w:hAnsi="Corbel" w:cs="DejaVuSans"/>
                      <w:sz w:val="24"/>
                      <w:szCs w:val="24"/>
                      <w:lang w:eastAsia="pl-PL"/>
                    </w:rPr>
                    <w:t>Wpływ dezintegracji współczesnej rodziny na jednostkę</w:t>
                  </w:r>
                </w:p>
              </w:tc>
            </w:tr>
            <w:tr w:rsidR="009B2CA4" w:rsidRPr="00BB5089" w14:paraId="40011348" w14:textId="77777777" w:rsidTr="009B2CA4">
              <w:tc>
                <w:tcPr>
                  <w:tcW w:w="0" w:type="auto"/>
                </w:tcPr>
                <w:p w14:paraId="528B2B18" w14:textId="046D421D" w:rsidR="009B2CA4" w:rsidRPr="00786620" w:rsidRDefault="006301E4" w:rsidP="00786620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Corbel" w:hAnsi="Corbel" w:cs="DejaVuSans"/>
                      <w:sz w:val="24"/>
                      <w:szCs w:val="24"/>
                      <w:lang w:eastAsia="pl-PL"/>
                    </w:rPr>
                  </w:pPr>
                  <w:r w:rsidRPr="00786620">
                    <w:rPr>
                      <w:rFonts w:ascii="Corbel" w:hAnsi="Corbel" w:cs="DejaVuSans"/>
                      <w:sz w:val="24"/>
                      <w:szCs w:val="24"/>
                      <w:lang w:eastAsia="pl-PL"/>
                    </w:rPr>
                    <w:t>Role rodzicielskie, postawy rodzicielskie i style wychowania. Metody wychowania w rodzinie</w:t>
                  </w:r>
                </w:p>
              </w:tc>
            </w:tr>
            <w:tr w:rsidR="009B2CA4" w:rsidRPr="00BB5089" w14:paraId="2DA66CA3" w14:textId="77777777" w:rsidTr="009B2CA4">
              <w:tc>
                <w:tcPr>
                  <w:tcW w:w="0" w:type="auto"/>
                </w:tcPr>
                <w:p w14:paraId="044D89A7" w14:textId="6CD68C1E" w:rsidR="009B2CA4" w:rsidRPr="00786620" w:rsidRDefault="009B2CA4" w:rsidP="00786620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Corbel" w:hAnsi="Corbel" w:cs="DejaVuSans"/>
                      <w:sz w:val="24"/>
                      <w:szCs w:val="24"/>
                      <w:lang w:eastAsia="pl-PL"/>
                    </w:rPr>
                  </w:pPr>
                  <w:r w:rsidRPr="00786620">
                    <w:rPr>
                      <w:rFonts w:ascii="Corbel" w:hAnsi="Corbel" w:cs="DejaVuSans"/>
                      <w:sz w:val="24"/>
                      <w:szCs w:val="24"/>
                      <w:lang w:eastAsia="pl-PL"/>
                    </w:rPr>
                    <w:t xml:space="preserve">Struktura i mechanizmy działania rodziny dysfunkcyjnej. Analiza dysfunkcji rodziny </w:t>
                  </w:r>
                </w:p>
              </w:tc>
            </w:tr>
            <w:tr w:rsidR="009B2CA4" w:rsidRPr="00BB5089" w14:paraId="491786EE" w14:textId="77777777" w:rsidTr="009B2CA4">
              <w:tc>
                <w:tcPr>
                  <w:tcW w:w="0" w:type="auto"/>
                </w:tcPr>
                <w:p w14:paraId="64A2800E" w14:textId="6F7B0E8D" w:rsidR="009B2CA4" w:rsidRPr="00786620" w:rsidRDefault="009B2CA4" w:rsidP="00786620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Corbel" w:hAnsi="Corbel" w:cs="DejaVuSans"/>
                      <w:sz w:val="24"/>
                      <w:szCs w:val="24"/>
                      <w:lang w:eastAsia="pl-PL"/>
                    </w:rPr>
                  </w:pPr>
                  <w:r w:rsidRPr="00786620">
                    <w:rPr>
                      <w:rFonts w:ascii="Corbel" w:hAnsi="Corbel" w:cs="DejaVuSans"/>
                      <w:sz w:val="24"/>
                      <w:szCs w:val="24"/>
                      <w:lang w:eastAsia="pl-PL"/>
                    </w:rPr>
                    <w:t>Mechanizmy wpływające na powstawanie dysfunkcji.</w:t>
                  </w:r>
                </w:p>
              </w:tc>
            </w:tr>
            <w:tr w:rsidR="009B2CA4" w:rsidRPr="00BB5089" w14:paraId="6C5A32C3" w14:textId="77777777" w:rsidTr="009B2CA4">
              <w:tc>
                <w:tcPr>
                  <w:tcW w:w="0" w:type="auto"/>
                </w:tcPr>
                <w:p w14:paraId="26A03D3E" w14:textId="77777777" w:rsidR="009B2CA4" w:rsidRPr="00786620" w:rsidRDefault="009B2CA4" w:rsidP="00786620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Corbel" w:hAnsi="Corbel" w:cs="DejaVuSans"/>
                      <w:sz w:val="24"/>
                      <w:szCs w:val="24"/>
                      <w:lang w:eastAsia="pl-PL"/>
                    </w:rPr>
                  </w:pPr>
                  <w:r w:rsidRPr="00786620">
                    <w:rPr>
                      <w:rFonts w:ascii="Corbel" w:hAnsi="Corbel" w:cs="DejaVuSans"/>
                      <w:sz w:val="24"/>
                      <w:szCs w:val="24"/>
                      <w:lang w:eastAsia="pl-PL"/>
                    </w:rPr>
                    <w:t>Przemoc w rodzinie. Przyczyny stosowania przemocy, cykl przemocy.</w:t>
                  </w:r>
                </w:p>
              </w:tc>
            </w:tr>
            <w:tr w:rsidR="009B2CA4" w:rsidRPr="00BB5089" w14:paraId="31971CC9" w14:textId="77777777" w:rsidTr="009B2CA4">
              <w:tc>
                <w:tcPr>
                  <w:tcW w:w="0" w:type="auto"/>
                </w:tcPr>
                <w:p w14:paraId="5B5A485E" w14:textId="77777777" w:rsidR="009B2CA4" w:rsidRPr="00786620" w:rsidRDefault="009B2CA4" w:rsidP="00786620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Corbel" w:hAnsi="Corbel" w:cs="DejaVuSans"/>
                      <w:sz w:val="24"/>
                      <w:szCs w:val="24"/>
                      <w:lang w:eastAsia="pl-PL"/>
                    </w:rPr>
                  </w:pPr>
                  <w:r w:rsidRPr="00786620">
                    <w:rPr>
                      <w:rFonts w:ascii="Corbel" w:hAnsi="Corbel" w:cs="DejaVuSans"/>
                      <w:sz w:val="24"/>
                      <w:szCs w:val="24"/>
                      <w:lang w:eastAsia="pl-PL"/>
                    </w:rPr>
                    <w:t>Interwencja i profilaktyka. Zespoły Interdyscyplinarne.</w:t>
                  </w:r>
                </w:p>
              </w:tc>
            </w:tr>
            <w:tr w:rsidR="009B2CA4" w:rsidRPr="00BB5089" w14:paraId="3A89A485" w14:textId="77777777" w:rsidTr="009B2CA4">
              <w:tc>
                <w:tcPr>
                  <w:tcW w:w="0" w:type="auto"/>
                </w:tcPr>
                <w:p w14:paraId="0D380E4F" w14:textId="77777777" w:rsidR="009B2CA4" w:rsidRPr="00786620" w:rsidRDefault="009B2CA4" w:rsidP="00786620">
                  <w:pPr>
                    <w:pStyle w:val="Akapitzlist"/>
                    <w:spacing w:after="0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786620">
                    <w:rPr>
                      <w:rFonts w:ascii="Corbel" w:hAnsi="Corbel" w:cs="DejaVuSans"/>
                      <w:sz w:val="24"/>
                      <w:szCs w:val="24"/>
                      <w:lang w:eastAsia="pl-PL"/>
                    </w:rPr>
                    <w:t>Instytucje wspierające dziecko i rodzinę.</w:t>
                  </w:r>
                </w:p>
              </w:tc>
            </w:tr>
          </w:tbl>
          <w:p w14:paraId="12A8D9DA" w14:textId="25D89C46" w:rsidR="0085747A" w:rsidRPr="00BB5089" w:rsidRDefault="0085747A" w:rsidP="009B2CA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786620" w:rsidRPr="00BB5089" w14:paraId="34F5BA3C" w14:textId="77777777" w:rsidTr="009B2CA4">
        <w:tc>
          <w:tcPr>
            <w:tcW w:w="9520" w:type="dxa"/>
          </w:tcPr>
          <w:p w14:paraId="26375CF4" w14:textId="77777777" w:rsidR="00786620" w:rsidRPr="00786620" w:rsidRDefault="00786620" w:rsidP="00786620">
            <w:pPr>
              <w:autoSpaceDE w:val="0"/>
              <w:autoSpaceDN w:val="0"/>
              <w:adjustRightInd w:val="0"/>
              <w:spacing w:after="0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</w:tc>
      </w:tr>
    </w:tbl>
    <w:p w14:paraId="466892A3" w14:textId="77777777" w:rsidR="0085747A" w:rsidRPr="00BB5089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B5089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BB5089">
        <w:rPr>
          <w:rFonts w:ascii="Corbel" w:hAnsi="Corbel"/>
          <w:sz w:val="24"/>
          <w:szCs w:val="24"/>
        </w:rPr>
        <w:t xml:space="preserve">, </w:t>
      </w:r>
      <w:r w:rsidRPr="00BB5089">
        <w:rPr>
          <w:rFonts w:ascii="Corbel" w:hAnsi="Corbel"/>
          <w:sz w:val="24"/>
          <w:szCs w:val="24"/>
        </w:rPr>
        <w:t xml:space="preserve">zajęć praktycznych </w:t>
      </w:r>
    </w:p>
    <w:p w14:paraId="34CE54A7" w14:textId="77777777" w:rsidR="0085747A" w:rsidRPr="00BB5089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EB6A63" w14:paraId="0A4F619F" w14:textId="77777777" w:rsidTr="00923D7D">
        <w:tc>
          <w:tcPr>
            <w:tcW w:w="9639" w:type="dxa"/>
          </w:tcPr>
          <w:p w14:paraId="6A92518C" w14:textId="77777777" w:rsidR="0085747A" w:rsidRPr="00EB6A63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B6A6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EB6A63" w14:paraId="76497ED6" w14:textId="77777777" w:rsidTr="00923D7D">
        <w:tc>
          <w:tcPr>
            <w:tcW w:w="9639" w:type="dxa"/>
          </w:tcPr>
          <w:p w14:paraId="2260CA9C" w14:textId="7A5203E9" w:rsidR="0085747A" w:rsidRPr="00EB6A63" w:rsidRDefault="00EB6A63" w:rsidP="00786620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EB6A63">
              <w:rPr>
                <w:rFonts w:ascii="Corbel" w:hAnsi="Corbel" w:cs="DejaVuSans"/>
                <w:sz w:val="24"/>
                <w:szCs w:val="24"/>
                <w:lang w:eastAsia="pl-PL"/>
              </w:rPr>
              <w:t>Definiowanie podstawowych pojęć z zakresu pedagogiki rodziny.</w:t>
            </w:r>
          </w:p>
        </w:tc>
      </w:tr>
      <w:tr w:rsidR="0085747A" w:rsidRPr="00EB6A63" w14:paraId="4DFE5A2D" w14:textId="77777777" w:rsidTr="00923D7D">
        <w:tc>
          <w:tcPr>
            <w:tcW w:w="9639" w:type="dxa"/>
          </w:tcPr>
          <w:p w14:paraId="7C93D279" w14:textId="2B4E77EC" w:rsidR="0085747A" w:rsidRPr="00EB6A63" w:rsidRDefault="00EB6A63" w:rsidP="00786620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EB6A63">
              <w:rPr>
                <w:rFonts w:ascii="Corbel" w:hAnsi="Corbel" w:cs="DejaVuSans"/>
                <w:sz w:val="24"/>
                <w:szCs w:val="24"/>
                <w:lang w:eastAsia="pl-PL"/>
              </w:rPr>
              <w:t>Rodzina w badaniach pedagogicznych.</w:t>
            </w:r>
          </w:p>
        </w:tc>
      </w:tr>
      <w:tr w:rsidR="0085747A" w:rsidRPr="00EB6A63" w14:paraId="0608582E" w14:textId="77777777" w:rsidTr="00923D7D">
        <w:tc>
          <w:tcPr>
            <w:tcW w:w="9639" w:type="dxa"/>
          </w:tcPr>
          <w:p w14:paraId="31D651AE" w14:textId="4AAB3381" w:rsidR="0085747A" w:rsidRPr="00EB6A63" w:rsidRDefault="00EB6A63" w:rsidP="00786620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EB6A63">
              <w:rPr>
                <w:rFonts w:ascii="Corbel" w:hAnsi="Corbel" w:cs="DejaVuSans"/>
                <w:sz w:val="24"/>
                <w:szCs w:val="24"/>
                <w:lang w:eastAsia="pl-PL"/>
              </w:rPr>
              <w:t>Przemiany rodziny wobec uwarunkowań kulturowo-społecznych.</w:t>
            </w:r>
          </w:p>
        </w:tc>
      </w:tr>
      <w:tr w:rsidR="00EB6A63" w:rsidRPr="00EB6A63" w14:paraId="662C02F0" w14:textId="77777777" w:rsidTr="00923D7D">
        <w:tc>
          <w:tcPr>
            <w:tcW w:w="9639" w:type="dxa"/>
          </w:tcPr>
          <w:p w14:paraId="725FF44C" w14:textId="4F2A454E" w:rsidR="00EB6A63" w:rsidRPr="00EB6A63" w:rsidRDefault="00EB6A63" w:rsidP="00786620">
            <w:pPr>
              <w:pStyle w:val="Akapitzlist"/>
              <w:spacing w:after="0"/>
              <w:ind w:left="0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B6A63">
              <w:rPr>
                <w:rFonts w:ascii="Corbel" w:hAnsi="Corbel" w:cs="DejaVuSans"/>
                <w:sz w:val="24"/>
                <w:szCs w:val="24"/>
                <w:lang w:eastAsia="pl-PL"/>
              </w:rPr>
              <w:t>Realizacja funkcji i potrzeb rodziny na różnych płaszczyznach i obszarach.</w:t>
            </w:r>
          </w:p>
        </w:tc>
      </w:tr>
      <w:tr w:rsidR="00EB6A63" w:rsidRPr="00EB6A63" w14:paraId="71C05943" w14:textId="77777777" w:rsidTr="00923D7D">
        <w:tc>
          <w:tcPr>
            <w:tcW w:w="9639" w:type="dxa"/>
          </w:tcPr>
          <w:p w14:paraId="74801C08" w14:textId="769090FE" w:rsidR="00EB6A63" w:rsidRPr="00EB6A63" w:rsidRDefault="00EB6A63" w:rsidP="00786620">
            <w:pPr>
              <w:autoSpaceDE w:val="0"/>
              <w:autoSpaceDN w:val="0"/>
              <w:adjustRightInd w:val="0"/>
              <w:spacing w:after="0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B6A63">
              <w:rPr>
                <w:rFonts w:ascii="Corbel" w:hAnsi="Corbel" w:cs="DejaVuSans"/>
                <w:sz w:val="24"/>
                <w:szCs w:val="24"/>
                <w:lang w:eastAsia="pl-PL"/>
              </w:rPr>
              <w:t>Typologia i specyfikacja rodzin (rodzina adopcyjna, rodzina zastępcza, rodzina</w:t>
            </w:r>
            <w:r w:rsidR="0078662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EB6A63">
              <w:rPr>
                <w:rFonts w:ascii="Corbel" w:hAnsi="Corbel" w:cs="DejaVuSans"/>
                <w:sz w:val="24"/>
                <w:szCs w:val="24"/>
                <w:lang w:eastAsia="pl-PL"/>
              </w:rPr>
              <w:t>zrekonstruowana, rodzina niepełna, rodzina migracyjna, rodzina dysfunkcyjna,</w:t>
            </w:r>
            <w:r w:rsidR="0078662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EB6A63">
              <w:rPr>
                <w:rFonts w:ascii="Corbel" w:hAnsi="Corbel" w:cs="DejaVuSans"/>
                <w:sz w:val="24"/>
                <w:szCs w:val="24"/>
                <w:lang w:eastAsia="pl-PL"/>
              </w:rPr>
              <w:t>itp.).</w:t>
            </w:r>
          </w:p>
        </w:tc>
      </w:tr>
      <w:tr w:rsidR="00EB6A63" w:rsidRPr="00EB6A63" w14:paraId="7A59D12A" w14:textId="77777777" w:rsidTr="00923D7D">
        <w:tc>
          <w:tcPr>
            <w:tcW w:w="9639" w:type="dxa"/>
          </w:tcPr>
          <w:p w14:paraId="14898256" w14:textId="6BFCC7A6" w:rsidR="00EB6A63" w:rsidRPr="00EB6A63" w:rsidRDefault="00EB6A63" w:rsidP="00786620">
            <w:pPr>
              <w:autoSpaceDE w:val="0"/>
              <w:autoSpaceDN w:val="0"/>
              <w:adjustRightInd w:val="0"/>
              <w:spacing w:after="0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B6A63">
              <w:rPr>
                <w:rFonts w:ascii="Corbel" w:hAnsi="Corbel" w:cs="DejaVuSans"/>
                <w:sz w:val="24"/>
                <w:szCs w:val="24"/>
                <w:lang w:eastAsia="pl-PL"/>
              </w:rPr>
              <w:t>Zjawiska patologiczne w życiu rodziny, analiza przypadków. Kryzys w rodzinie</w:t>
            </w:r>
            <w:r w:rsidR="0078662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EB6A63">
              <w:rPr>
                <w:rFonts w:ascii="Corbel" w:hAnsi="Corbel" w:cs="DejaVuSans"/>
                <w:sz w:val="24"/>
                <w:szCs w:val="24"/>
                <w:lang w:eastAsia="pl-PL"/>
              </w:rPr>
              <w:t>i reakcje dzieci. Metody wspierania rodziny w sytuacji zaniedbywania dzieci w</w:t>
            </w:r>
            <w:r w:rsidR="0078662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EB6A63">
              <w:rPr>
                <w:rFonts w:ascii="Corbel" w:hAnsi="Corbel" w:cs="DejaVuSans"/>
                <w:sz w:val="24"/>
                <w:szCs w:val="24"/>
                <w:lang w:eastAsia="pl-PL"/>
              </w:rPr>
              <w:t>rodzinie.</w:t>
            </w:r>
          </w:p>
        </w:tc>
      </w:tr>
      <w:tr w:rsidR="00EB6A63" w:rsidRPr="00EB6A63" w14:paraId="206FF06A" w14:textId="77777777" w:rsidTr="00923D7D">
        <w:tc>
          <w:tcPr>
            <w:tcW w:w="9639" w:type="dxa"/>
          </w:tcPr>
          <w:p w14:paraId="1C5FC0B0" w14:textId="7871CCCD" w:rsidR="00EB6A63" w:rsidRPr="00EB6A63" w:rsidRDefault="00EB6A63" w:rsidP="00786620">
            <w:pPr>
              <w:autoSpaceDE w:val="0"/>
              <w:autoSpaceDN w:val="0"/>
              <w:adjustRightInd w:val="0"/>
              <w:spacing w:after="0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B6A63">
              <w:rPr>
                <w:rFonts w:ascii="Corbel" w:hAnsi="Corbel" w:cs="DejaVuSans"/>
                <w:sz w:val="24"/>
                <w:szCs w:val="24"/>
                <w:lang w:eastAsia="pl-PL"/>
              </w:rPr>
              <w:t>Przemoc wobec dziecka w rodzinie (przyczyny, przejawy, interwencja, terapia,</w:t>
            </w:r>
            <w:r w:rsidR="0078662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EB6A63">
              <w:rPr>
                <w:rFonts w:ascii="Corbel" w:hAnsi="Corbel" w:cs="DejaVuSans"/>
                <w:sz w:val="24"/>
                <w:szCs w:val="24"/>
                <w:lang w:eastAsia="pl-PL"/>
              </w:rPr>
              <w:t>profilaktyka), egzemplifikacje.</w:t>
            </w:r>
          </w:p>
        </w:tc>
      </w:tr>
      <w:tr w:rsidR="00EB6A63" w:rsidRPr="00EB6A63" w14:paraId="0A426B25" w14:textId="77777777" w:rsidTr="00923D7D">
        <w:tc>
          <w:tcPr>
            <w:tcW w:w="9639" w:type="dxa"/>
          </w:tcPr>
          <w:p w14:paraId="5F3EE0C9" w14:textId="3ECF73DF" w:rsidR="00EB6A63" w:rsidRPr="00EB6A63" w:rsidRDefault="00EB6A63" w:rsidP="00786620">
            <w:pPr>
              <w:autoSpaceDE w:val="0"/>
              <w:autoSpaceDN w:val="0"/>
              <w:adjustRightInd w:val="0"/>
              <w:spacing w:after="0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B6A63">
              <w:rPr>
                <w:rFonts w:ascii="Corbel" w:hAnsi="Corbel" w:cs="DejaVuSans"/>
                <w:sz w:val="24"/>
                <w:szCs w:val="24"/>
                <w:lang w:eastAsia="pl-PL"/>
              </w:rPr>
              <w:t>Społeczne wsparcie rodzin polskich (wspomaganie instytucjonalne, socjalne i pedagogiczne). Rola ojca w rodzinie, zadania.</w:t>
            </w:r>
          </w:p>
        </w:tc>
      </w:tr>
      <w:tr w:rsidR="00EB6A63" w:rsidRPr="00EB6A63" w14:paraId="2611E5FA" w14:textId="77777777" w:rsidTr="00923D7D">
        <w:tc>
          <w:tcPr>
            <w:tcW w:w="9639" w:type="dxa"/>
          </w:tcPr>
          <w:p w14:paraId="21D93D50" w14:textId="34B759EB" w:rsidR="00EB6A63" w:rsidRPr="00EB6A63" w:rsidRDefault="00EB6A63" w:rsidP="00786620">
            <w:pPr>
              <w:autoSpaceDE w:val="0"/>
              <w:autoSpaceDN w:val="0"/>
              <w:adjustRightInd w:val="0"/>
              <w:spacing w:after="0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B6A63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Rodzinne uwarunkowania podejmowania </w:t>
            </w:r>
            <w:proofErr w:type="spellStart"/>
            <w:r w:rsidRPr="00EB6A63">
              <w:rPr>
                <w:rFonts w:ascii="Corbel" w:hAnsi="Corbel" w:cs="DejaVuSans"/>
                <w:sz w:val="24"/>
                <w:szCs w:val="24"/>
                <w:lang w:eastAsia="pl-PL"/>
              </w:rPr>
              <w:t>zachowań</w:t>
            </w:r>
            <w:proofErr w:type="spellEnd"/>
            <w:r w:rsidRPr="00EB6A63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ryzykownych i  przestępczości nieletnich.</w:t>
            </w:r>
          </w:p>
        </w:tc>
      </w:tr>
      <w:tr w:rsidR="00EB6A63" w:rsidRPr="00EB6A63" w14:paraId="5F94EB7E" w14:textId="77777777" w:rsidTr="00923D7D">
        <w:tc>
          <w:tcPr>
            <w:tcW w:w="9639" w:type="dxa"/>
          </w:tcPr>
          <w:p w14:paraId="155456DC" w14:textId="1CC8B3CB" w:rsidR="00EB6A63" w:rsidRPr="00EB6A63" w:rsidRDefault="00EB6A63" w:rsidP="00786620">
            <w:pPr>
              <w:autoSpaceDE w:val="0"/>
              <w:autoSpaceDN w:val="0"/>
              <w:adjustRightInd w:val="0"/>
              <w:spacing w:after="0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B6A63">
              <w:rPr>
                <w:rFonts w:ascii="Corbel" w:hAnsi="Corbel" w:cs="DejaVuSans"/>
                <w:sz w:val="24"/>
                <w:szCs w:val="24"/>
                <w:lang w:eastAsia="pl-PL"/>
              </w:rPr>
              <w:t>Relacje pomiędzy współczesną szkołą i rodzicami. Wpływ rodziny na start społeczny</w:t>
            </w:r>
            <w:r w:rsidR="0078662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EB6A63">
              <w:rPr>
                <w:rFonts w:ascii="Corbel" w:hAnsi="Corbel" w:cs="DejaVuSans"/>
                <w:sz w:val="24"/>
                <w:szCs w:val="24"/>
                <w:lang w:eastAsia="pl-PL"/>
              </w:rPr>
              <w:t>i edukacyjny dzieci i młodzieży.</w:t>
            </w:r>
          </w:p>
        </w:tc>
      </w:tr>
      <w:tr w:rsidR="00EB6A63" w:rsidRPr="00EB6A63" w14:paraId="28069A23" w14:textId="77777777" w:rsidTr="00923D7D">
        <w:tc>
          <w:tcPr>
            <w:tcW w:w="9639" w:type="dxa"/>
          </w:tcPr>
          <w:p w14:paraId="762296F8" w14:textId="3808D159" w:rsidR="00EB6A63" w:rsidRPr="00EB6A63" w:rsidRDefault="00EB6A63" w:rsidP="00786620">
            <w:pPr>
              <w:autoSpaceDE w:val="0"/>
              <w:autoSpaceDN w:val="0"/>
              <w:adjustRightInd w:val="0"/>
              <w:spacing w:after="0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B6A63">
              <w:rPr>
                <w:rFonts w:ascii="Corbel" w:hAnsi="Corbel" w:cs="DejaVuSans"/>
                <w:sz w:val="24"/>
                <w:szCs w:val="24"/>
                <w:lang w:eastAsia="pl-PL"/>
              </w:rPr>
              <w:t>Kierunki rozwoju współpracy rodziny i szkoły, akty prawne. Metody</w:t>
            </w:r>
            <w:r w:rsidR="0078662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EB6A63">
              <w:rPr>
                <w:rFonts w:ascii="Corbel" w:hAnsi="Corbel" w:cs="DejaVuSans"/>
                <w:sz w:val="24"/>
                <w:szCs w:val="24"/>
                <w:lang w:eastAsia="pl-PL"/>
              </w:rPr>
              <w:t>wychowania w rodzinie.</w:t>
            </w:r>
          </w:p>
        </w:tc>
      </w:tr>
      <w:tr w:rsidR="00EB6A63" w:rsidRPr="00EB6A63" w14:paraId="74A75010" w14:textId="77777777" w:rsidTr="00923D7D">
        <w:tc>
          <w:tcPr>
            <w:tcW w:w="9639" w:type="dxa"/>
          </w:tcPr>
          <w:p w14:paraId="6EB01876" w14:textId="537717ED" w:rsidR="00EB6A63" w:rsidRPr="00EB6A63" w:rsidRDefault="00EB6A63" w:rsidP="00786620">
            <w:pPr>
              <w:autoSpaceDE w:val="0"/>
              <w:autoSpaceDN w:val="0"/>
              <w:adjustRightInd w:val="0"/>
              <w:spacing w:after="0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B6A63">
              <w:rPr>
                <w:rFonts w:ascii="Corbel" w:hAnsi="Corbel" w:cs="DejaVuSans"/>
                <w:sz w:val="24"/>
                <w:szCs w:val="24"/>
                <w:lang w:eastAsia="pl-PL"/>
              </w:rPr>
              <w:t>Rola rodziny w procesie edukacji zdrowotnej i moralnej dzieci i młodzieży</w:t>
            </w:r>
            <w:r w:rsidR="00786620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</w:tbl>
    <w:p w14:paraId="092B99A2" w14:textId="77777777" w:rsidR="0085747A" w:rsidRPr="00EB6A6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CDCF71" w14:textId="77777777" w:rsidR="00EB6A63" w:rsidRPr="00EB6A63" w:rsidRDefault="00EB6A63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9B22903" w14:textId="77777777" w:rsidR="00CD292D" w:rsidRDefault="00CD292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7D2A26A" w14:textId="77777777" w:rsidR="00CD292D" w:rsidRDefault="00CD292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8B182D0" w14:textId="42DC4868" w:rsidR="0085747A" w:rsidRPr="00BB508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B5089">
        <w:rPr>
          <w:rFonts w:ascii="Corbel" w:hAnsi="Corbel"/>
          <w:smallCaps w:val="0"/>
          <w:szCs w:val="24"/>
        </w:rPr>
        <w:lastRenderedPageBreak/>
        <w:t>3.4 Metody dydaktyczne</w:t>
      </w:r>
      <w:r w:rsidRPr="00BB5089">
        <w:rPr>
          <w:rFonts w:ascii="Corbel" w:hAnsi="Corbel"/>
          <w:b w:val="0"/>
          <w:smallCaps w:val="0"/>
          <w:szCs w:val="24"/>
        </w:rPr>
        <w:t xml:space="preserve"> </w:t>
      </w:r>
    </w:p>
    <w:p w14:paraId="7CF450C8" w14:textId="77777777" w:rsidR="0085747A" w:rsidRPr="00BB508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F392B5" w14:textId="77777777" w:rsidR="00E95460" w:rsidRPr="00BB5089" w:rsidRDefault="00E95460" w:rsidP="00E95460">
      <w:pPr>
        <w:autoSpaceDE w:val="0"/>
        <w:autoSpaceDN w:val="0"/>
        <w:adjustRightInd w:val="0"/>
        <w:spacing w:after="0" w:line="240" w:lineRule="auto"/>
        <w:rPr>
          <w:rFonts w:ascii="DejaVuSans" w:hAnsi="DejaVuSans" w:cs="DejaVuSans"/>
          <w:sz w:val="24"/>
          <w:szCs w:val="24"/>
          <w:lang w:eastAsia="pl-PL"/>
        </w:rPr>
      </w:pPr>
      <w:r w:rsidRPr="00BB5089">
        <w:rPr>
          <w:rFonts w:ascii="DejaVuSans" w:hAnsi="DejaVuSans" w:cs="DejaVuSans"/>
          <w:sz w:val="24"/>
          <w:szCs w:val="24"/>
          <w:lang w:eastAsia="pl-PL"/>
        </w:rPr>
        <w:t xml:space="preserve">Wykład problemowy, wykład z prezentacją multimedialną, film, </w:t>
      </w:r>
    </w:p>
    <w:p w14:paraId="274E4DC2" w14:textId="164E7135" w:rsidR="00E960BB" w:rsidRPr="00BB5089" w:rsidRDefault="00E95460" w:rsidP="00E95460">
      <w:pPr>
        <w:autoSpaceDE w:val="0"/>
        <w:autoSpaceDN w:val="0"/>
        <w:adjustRightInd w:val="0"/>
        <w:spacing w:after="0" w:line="240" w:lineRule="auto"/>
        <w:rPr>
          <w:rFonts w:ascii="Corbel" w:hAnsi="Corbel"/>
          <w:szCs w:val="24"/>
        </w:rPr>
      </w:pPr>
      <w:r w:rsidRPr="00BB5089">
        <w:rPr>
          <w:rFonts w:ascii="DejaVuSans" w:hAnsi="DejaVuSans" w:cs="DejaVuSans"/>
          <w:sz w:val="24"/>
          <w:szCs w:val="24"/>
          <w:lang w:eastAsia="pl-PL"/>
        </w:rPr>
        <w:t>Ćwiczenia projekcyjne, dyskusja, praca w grupach.</w:t>
      </w:r>
    </w:p>
    <w:p w14:paraId="0209D9DB" w14:textId="77777777" w:rsidR="00E960BB" w:rsidRPr="00BB508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F759E2" w14:textId="77777777" w:rsidR="0085747A" w:rsidRPr="00BB508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B5089">
        <w:rPr>
          <w:rFonts w:ascii="Corbel" w:hAnsi="Corbel"/>
          <w:smallCaps w:val="0"/>
          <w:szCs w:val="24"/>
        </w:rPr>
        <w:t xml:space="preserve">4. </w:t>
      </w:r>
      <w:r w:rsidR="0085747A" w:rsidRPr="00BB5089">
        <w:rPr>
          <w:rFonts w:ascii="Corbel" w:hAnsi="Corbel"/>
          <w:smallCaps w:val="0"/>
          <w:szCs w:val="24"/>
        </w:rPr>
        <w:t>METODY I KRYTERIA OCENY</w:t>
      </w:r>
      <w:r w:rsidR="009F4610" w:rsidRPr="00BB5089">
        <w:rPr>
          <w:rFonts w:ascii="Corbel" w:hAnsi="Corbel"/>
          <w:smallCaps w:val="0"/>
          <w:szCs w:val="24"/>
        </w:rPr>
        <w:t xml:space="preserve"> </w:t>
      </w:r>
    </w:p>
    <w:p w14:paraId="02401D35" w14:textId="77777777" w:rsidR="00923D7D" w:rsidRPr="00BB508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0AD2629" w14:textId="77777777" w:rsidR="0085747A" w:rsidRPr="00BB508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B508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B5089">
        <w:rPr>
          <w:rFonts w:ascii="Corbel" w:hAnsi="Corbel"/>
          <w:smallCaps w:val="0"/>
          <w:szCs w:val="24"/>
        </w:rPr>
        <w:t>uczenia się</w:t>
      </w:r>
    </w:p>
    <w:p w14:paraId="3D9DDDAC" w14:textId="77777777" w:rsidR="0085747A" w:rsidRPr="00BB508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B5089" w14:paraId="17868262" w14:textId="77777777" w:rsidTr="00E95460">
        <w:tc>
          <w:tcPr>
            <w:tcW w:w="1962" w:type="dxa"/>
            <w:vAlign w:val="center"/>
          </w:tcPr>
          <w:p w14:paraId="6C4DD3BE" w14:textId="34E0CF92" w:rsidR="0085747A" w:rsidRPr="00BB508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B508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0C10C13" w14:textId="44463A42" w:rsidR="0085747A" w:rsidRPr="00BB5089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B50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9149D1" w:rsidRPr="00BB50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14:paraId="08F8E5AF" w14:textId="77777777" w:rsidR="0085747A" w:rsidRPr="00BB508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B50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B50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F902791" w14:textId="77777777" w:rsidR="00923D7D" w:rsidRPr="00BB508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B508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84AC578" w14:textId="5535DD87" w:rsidR="0085747A" w:rsidRPr="00BB508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B5089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9149D1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BB508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86620" w:rsidRPr="00BB5089" w14:paraId="7DFE64F3" w14:textId="77777777" w:rsidTr="00E95460">
        <w:tc>
          <w:tcPr>
            <w:tcW w:w="1962" w:type="dxa"/>
          </w:tcPr>
          <w:p w14:paraId="1E44B1C3" w14:textId="10AB850B" w:rsidR="00786620" w:rsidRPr="00BB5089" w:rsidRDefault="00786620" w:rsidP="007866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B5089">
              <w:rPr>
                <w:rFonts w:ascii="Corbel" w:hAnsi="Corbel"/>
                <w:b w:val="0"/>
                <w:smallCaps w:val="0"/>
                <w:szCs w:val="24"/>
              </w:rPr>
              <w:t xml:space="preserve">_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  <w:tc>
          <w:tcPr>
            <w:tcW w:w="5441" w:type="dxa"/>
          </w:tcPr>
          <w:p w14:paraId="4C64363E" w14:textId="02D94CEC" w:rsidR="00786620" w:rsidRPr="00BB5089" w:rsidRDefault="00786620" w:rsidP="007866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434BAA">
              <w:rPr>
                <w:rFonts w:ascii="Corbel" w:hAnsi="Corbel"/>
                <w:b w:val="0"/>
                <w:bCs/>
                <w:smallCaps w:val="0"/>
                <w:szCs w:val="24"/>
                <w:lang w:eastAsia="pl-PL"/>
              </w:rPr>
              <w:t>Egzamin, kolokwium</w:t>
            </w:r>
            <w:r w:rsidR="006017FC">
              <w:rPr>
                <w:rFonts w:ascii="Corbel" w:hAnsi="Corbel"/>
                <w:b w:val="0"/>
                <w:bCs/>
                <w:smallCaps w:val="0"/>
                <w:szCs w:val="24"/>
                <w:lang w:eastAsia="pl-PL"/>
              </w:rPr>
              <w:t>, praca projektowa</w:t>
            </w:r>
          </w:p>
        </w:tc>
        <w:tc>
          <w:tcPr>
            <w:tcW w:w="2117" w:type="dxa"/>
          </w:tcPr>
          <w:p w14:paraId="3B81CF67" w14:textId="0F2A594B" w:rsidR="00786620" w:rsidRPr="00BB5089" w:rsidRDefault="00786620" w:rsidP="007866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BAA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786620" w:rsidRPr="00BB5089" w14:paraId="1B3714B7" w14:textId="77777777" w:rsidTr="00E95460">
        <w:tc>
          <w:tcPr>
            <w:tcW w:w="1962" w:type="dxa"/>
          </w:tcPr>
          <w:p w14:paraId="2373C9DF" w14:textId="77777777" w:rsidR="00786620" w:rsidRPr="00434BAA" w:rsidRDefault="00786620" w:rsidP="007866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BAA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C1432C6" w14:textId="6C32F1BE" w:rsidR="00786620" w:rsidRPr="00434BAA" w:rsidRDefault="00786620" w:rsidP="0078662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4BAA">
              <w:rPr>
                <w:rFonts w:ascii="Corbel" w:hAnsi="Corbel"/>
                <w:b w:val="0"/>
                <w:bCs/>
                <w:smallCaps w:val="0"/>
                <w:szCs w:val="24"/>
                <w:lang w:eastAsia="pl-PL"/>
              </w:rPr>
              <w:t>Egzamin, kolokwium</w:t>
            </w:r>
            <w:r w:rsidR="006017FC">
              <w:rPr>
                <w:rFonts w:ascii="Corbel" w:hAnsi="Corbel"/>
                <w:b w:val="0"/>
                <w:bCs/>
                <w:smallCaps w:val="0"/>
                <w:szCs w:val="24"/>
                <w:lang w:eastAsia="pl-PL"/>
              </w:rPr>
              <w:t>, praca projektowa</w:t>
            </w:r>
          </w:p>
        </w:tc>
        <w:tc>
          <w:tcPr>
            <w:tcW w:w="2117" w:type="dxa"/>
          </w:tcPr>
          <w:p w14:paraId="1DECA9B4" w14:textId="4F8B9CDC" w:rsidR="00786620" w:rsidRPr="00434BAA" w:rsidRDefault="00786620" w:rsidP="007866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BAA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786620" w:rsidRPr="00BB5089" w14:paraId="44FC9599" w14:textId="77777777" w:rsidTr="00E95460">
        <w:tc>
          <w:tcPr>
            <w:tcW w:w="1962" w:type="dxa"/>
          </w:tcPr>
          <w:p w14:paraId="18C1446E" w14:textId="28C3EA7B" w:rsidR="00786620" w:rsidRPr="00434BAA" w:rsidRDefault="00786620" w:rsidP="007866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BAA">
              <w:rPr>
                <w:rFonts w:ascii="Corbel" w:hAnsi="Corbel"/>
                <w:b w:val="0"/>
                <w:smallCaps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496AED2D" w14:textId="3D9C115C" w:rsidR="00786620" w:rsidRPr="00434BAA" w:rsidRDefault="00786620" w:rsidP="0078662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4BAA">
              <w:rPr>
                <w:rFonts w:ascii="Corbel" w:hAnsi="Corbel"/>
                <w:b w:val="0"/>
                <w:bCs/>
                <w:smallCaps w:val="0"/>
                <w:szCs w:val="24"/>
                <w:lang w:eastAsia="pl-PL"/>
              </w:rPr>
              <w:t>Egzamin, kolokwium</w:t>
            </w:r>
            <w:r w:rsidR="006017FC">
              <w:rPr>
                <w:rFonts w:ascii="Corbel" w:hAnsi="Corbel"/>
                <w:b w:val="0"/>
                <w:bCs/>
                <w:smallCaps w:val="0"/>
                <w:szCs w:val="24"/>
                <w:lang w:eastAsia="pl-PL"/>
              </w:rPr>
              <w:t>, praca projektowa</w:t>
            </w:r>
          </w:p>
        </w:tc>
        <w:tc>
          <w:tcPr>
            <w:tcW w:w="2117" w:type="dxa"/>
          </w:tcPr>
          <w:p w14:paraId="2619C08D" w14:textId="6BBF47AD" w:rsidR="00786620" w:rsidRPr="00434BAA" w:rsidRDefault="00786620" w:rsidP="007866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BAA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786620" w:rsidRPr="00BB5089" w14:paraId="6CDC83CA" w14:textId="77777777" w:rsidTr="00E95460">
        <w:tc>
          <w:tcPr>
            <w:tcW w:w="1962" w:type="dxa"/>
          </w:tcPr>
          <w:p w14:paraId="71F11692" w14:textId="50B5428C" w:rsidR="00786620" w:rsidRPr="00434BAA" w:rsidRDefault="00786620" w:rsidP="007866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BAA">
              <w:rPr>
                <w:rFonts w:ascii="Corbel" w:hAnsi="Corbel"/>
                <w:b w:val="0"/>
                <w:smallCaps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48FBCDDC" w14:textId="7B0A3DFD" w:rsidR="00786620" w:rsidRPr="00434BAA" w:rsidRDefault="00786620" w:rsidP="0078662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4BAA">
              <w:rPr>
                <w:rFonts w:ascii="Corbel" w:hAnsi="Corbel"/>
                <w:b w:val="0"/>
                <w:bCs/>
                <w:smallCaps w:val="0"/>
                <w:szCs w:val="24"/>
                <w:lang w:eastAsia="pl-PL"/>
              </w:rPr>
              <w:t>Egzamin, kolokwium</w:t>
            </w:r>
            <w:r w:rsidR="006017FC">
              <w:rPr>
                <w:rFonts w:ascii="Corbel" w:hAnsi="Corbel"/>
                <w:b w:val="0"/>
                <w:bCs/>
                <w:smallCaps w:val="0"/>
                <w:szCs w:val="24"/>
                <w:lang w:eastAsia="pl-PL"/>
              </w:rPr>
              <w:t>, praca projektowa</w:t>
            </w:r>
          </w:p>
        </w:tc>
        <w:tc>
          <w:tcPr>
            <w:tcW w:w="2117" w:type="dxa"/>
          </w:tcPr>
          <w:p w14:paraId="7F153D45" w14:textId="75183A3F" w:rsidR="00786620" w:rsidRPr="00434BAA" w:rsidRDefault="00786620" w:rsidP="007866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BAA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786620" w:rsidRPr="00BB5089" w14:paraId="098C80AC" w14:textId="77777777" w:rsidTr="00E95460">
        <w:tc>
          <w:tcPr>
            <w:tcW w:w="1962" w:type="dxa"/>
          </w:tcPr>
          <w:p w14:paraId="077B5EAC" w14:textId="6BD764F8" w:rsidR="00786620" w:rsidRPr="00434BAA" w:rsidRDefault="00786620" w:rsidP="007866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BAA">
              <w:rPr>
                <w:rFonts w:ascii="Corbel" w:hAnsi="Corbel"/>
                <w:b w:val="0"/>
                <w:smallCaps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22EBA86E" w14:textId="3BB7709A" w:rsidR="00786620" w:rsidRPr="00434BAA" w:rsidRDefault="00786620" w:rsidP="0078662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4BAA">
              <w:rPr>
                <w:rFonts w:ascii="Corbel" w:hAnsi="Corbel"/>
                <w:b w:val="0"/>
                <w:bCs/>
                <w:smallCaps w:val="0"/>
                <w:szCs w:val="24"/>
                <w:lang w:eastAsia="pl-PL"/>
              </w:rPr>
              <w:t>Egzamin, kolokwium</w:t>
            </w:r>
            <w:r w:rsidR="006017FC">
              <w:rPr>
                <w:rFonts w:ascii="Corbel" w:hAnsi="Corbel"/>
                <w:b w:val="0"/>
                <w:bCs/>
                <w:smallCaps w:val="0"/>
                <w:szCs w:val="24"/>
                <w:lang w:eastAsia="pl-PL"/>
              </w:rPr>
              <w:t>, praca projektowa</w:t>
            </w:r>
          </w:p>
        </w:tc>
        <w:tc>
          <w:tcPr>
            <w:tcW w:w="2117" w:type="dxa"/>
          </w:tcPr>
          <w:p w14:paraId="45A9436D" w14:textId="1AB4AFD1" w:rsidR="00786620" w:rsidRPr="00434BAA" w:rsidRDefault="00786620" w:rsidP="007866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BAA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786620" w:rsidRPr="00BB5089" w14:paraId="143FA177" w14:textId="77777777" w:rsidTr="00E95460">
        <w:tc>
          <w:tcPr>
            <w:tcW w:w="1962" w:type="dxa"/>
          </w:tcPr>
          <w:p w14:paraId="7DC458B8" w14:textId="3B28BF3D" w:rsidR="00786620" w:rsidRPr="00434BAA" w:rsidRDefault="00786620" w:rsidP="007866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BAA">
              <w:rPr>
                <w:rFonts w:ascii="Corbel" w:hAnsi="Corbel"/>
                <w:b w:val="0"/>
                <w:smallCaps w:val="0"/>
                <w:szCs w:val="24"/>
              </w:rPr>
              <w:t>Ek_ 06</w:t>
            </w:r>
          </w:p>
        </w:tc>
        <w:tc>
          <w:tcPr>
            <w:tcW w:w="5441" w:type="dxa"/>
          </w:tcPr>
          <w:p w14:paraId="708C8AE5" w14:textId="56057F4A" w:rsidR="00786620" w:rsidRPr="00434BAA" w:rsidRDefault="00786620" w:rsidP="0078662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4BAA">
              <w:rPr>
                <w:rFonts w:ascii="Corbel" w:hAnsi="Corbel"/>
                <w:b w:val="0"/>
                <w:bCs/>
                <w:smallCaps w:val="0"/>
                <w:szCs w:val="24"/>
                <w:lang w:eastAsia="pl-PL"/>
              </w:rPr>
              <w:t>Egzamin, kolokwium</w:t>
            </w:r>
            <w:r w:rsidR="006017FC">
              <w:rPr>
                <w:rFonts w:ascii="Corbel" w:hAnsi="Corbel"/>
                <w:b w:val="0"/>
                <w:bCs/>
                <w:smallCaps w:val="0"/>
                <w:szCs w:val="24"/>
                <w:lang w:eastAsia="pl-PL"/>
              </w:rPr>
              <w:t>, praca projektowa</w:t>
            </w:r>
          </w:p>
        </w:tc>
        <w:tc>
          <w:tcPr>
            <w:tcW w:w="2117" w:type="dxa"/>
          </w:tcPr>
          <w:p w14:paraId="5AB95D5D" w14:textId="1F1D0468" w:rsidR="00786620" w:rsidRPr="00434BAA" w:rsidRDefault="00786620" w:rsidP="007866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BAA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</w:tbl>
    <w:p w14:paraId="3B4116E5" w14:textId="77777777" w:rsidR="00E95460" w:rsidRPr="00BB5089" w:rsidRDefault="00E95460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p w14:paraId="65583206" w14:textId="253D49B3" w:rsidR="0085747A" w:rsidRPr="00BB508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B5089">
        <w:rPr>
          <w:rFonts w:ascii="Corbel" w:hAnsi="Corbel"/>
          <w:smallCaps w:val="0"/>
          <w:szCs w:val="24"/>
        </w:rPr>
        <w:t xml:space="preserve">4.2 </w:t>
      </w:r>
      <w:r w:rsidR="0085747A" w:rsidRPr="00BB5089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B5089">
        <w:rPr>
          <w:rFonts w:ascii="Corbel" w:hAnsi="Corbel"/>
          <w:smallCaps w:val="0"/>
          <w:szCs w:val="24"/>
        </w:rPr>
        <w:t xml:space="preserve"> </w:t>
      </w:r>
    </w:p>
    <w:p w14:paraId="0383ECA5" w14:textId="77777777" w:rsidR="00923D7D" w:rsidRPr="00BB508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B5089" w14:paraId="354BD1B2" w14:textId="77777777" w:rsidTr="00923D7D">
        <w:tc>
          <w:tcPr>
            <w:tcW w:w="9670" w:type="dxa"/>
          </w:tcPr>
          <w:p w14:paraId="771A2EF5" w14:textId="77777777" w:rsidR="0085747A" w:rsidRPr="00BB508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15BCCF6" w14:textId="546DC26A" w:rsidR="00434BAA" w:rsidRPr="00434BAA" w:rsidRDefault="00434BAA" w:rsidP="00434B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34BAA">
              <w:rPr>
                <w:rFonts w:ascii="Corbel" w:hAnsi="Corbel" w:cs="DejaVuSans"/>
                <w:sz w:val="24"/>
                <w:szCs w:val="24"/>
                <w:lang w:eastAsia="pl-PL"/>
              </w:rPr>
              <w:t>Zaliczenie wykładu na podstawie obowiązkowej obecnośc</w:t>
            </w:r>
            <w:r w:rsidR="00442F69">
              <w:rPr>
                <w:rFonts w:ascii="Corbel" w:hAnsi="Corbel" w:cs="DejaVuSans"/>
                <w:sz w:val="24"/>
                <w:szCs w:val="24"/>
                <w:lang w:eastAsia="pl-PL"/>
              </w:rPr>
              <w:t>i</w:t>
            </w:r>
            <w:r w:rsidRPr="00434BAA">
              <w:rPr>
                <w:rFonts w:ascii="Corbel" w:hAnsi="Corbel" w:cs="DejaVuSans"/>
                <w:sz w:val="24"/>
                <w:szCs w:val="24"/>
                <w:lang w:eastAsia="pl-PL"/>
              </w:rPr>
              <w:t>,</w:t>
            </w:r>
          </w:p>
          <w:p w14:paraId="39D2A01B" w14:textId="004EF25A" w:rsidR="00434BAA" w:rsidRPr="00434BAA" w:rsidRDefault="00434BAA" w:rsidP="00434B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34BAA">
              <w:rPr>
                <w:rFonts w:ascii="Corbel" w:hAnsi="Corbel" w:cs="DejaVuSans"/>
                <w:sz w:val="24"/>
                <w:szCs w:val="24"/>
                <w:lang w:eastAsia="pl-PL"/>
              </w:rPr>
              <w:t>napisanie testu egzaminującego wiedzę studenta i umiejętności</w:t>
            </w:r>
            <w:r w:rsidR="00442F6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(egzamin obejmuje treści kształcenia realizowane na wykładach i ćwiczeniach- 3 pytania opisowe)</w:t>
            </w:r>
            <w:r w:rsidRPr="00434BAA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14:paraId="60550220" w14:textId="77777777" w:rsidR="00434BAA" w:rsidRPr="00434BAA" w:rsidRDefault="00434BAA" w:rsidP="00434B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34BAA">
              <w:rPr>
                <w:rFonts w:ascii="Corbel" w:hAnsi="Corbel" w:cs="DejaVuSans"/>
                <w:sz w:val="24"/>
                <w:szCs w:val="24"/>
                <w:lang w:eastAsia="pl-PL"/>
              </w:rPr>
              <w:t>Zaliczenie ćwiczeń: zaliczenie z oceną;</w:t>
            </w:r>
          </w:p>
          <w:p w14:paraId="428875F9" w14:textId="0E805EEF" w:rsidR="00923D7D" w:rsidRPr="009149D1" w:rsidRDefault="00434BAA" w:rsidP="009149D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34BAA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Przygotowanie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do</w:t>
            </w:r>
            <w:r w:rsidRPr="00434BAA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zajęć,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przygotowany referat</w:t>
            </w:r>
            <w:r w:rsidR="006017F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(praca projektowa)</w:t>
            </w:r>
            <w:r w:rsidRPr="00434BAA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</w:t>
            </w:r>
            <w:r w:rsidR="00442F6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aktywność na zajęciach, </w:t>
            </w:r>
            <w:r w:rsidRPr="00434BAA">
              <w:rPr>
                <w:rFonts w:ascii="Corbel" w:hAnsi="Corbel" w:cs="DejaVuSans"/>
                <w:sz w:val="24"/>
                <w:szCs w:val="24"/>
                <w:lang w:eastAsia="pl-PL"/>
              </w:rPr>
              <w:t>pozytywna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ocena z</w:t>
            </w:r>
            <w:r w:rsidR="00442F69">
              <w:rPr>
                <w:rFonts w:ascii="Corbel" w:hAnsi="Corbel" w:cs="DejaVuSans"/>
                <w:sz w:val="24"/>
                <w:szCs w:val="24"/>
                <w:lang w:eastAsia="pl-PL"/>
              </w:rPr>
              <w:t> 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kolokwium</w:t>
            </w:r>
          </w:p>
          <w:p w14:paraId="0822ACCC" w14:textId="77777777" w:rsidR="0085747A" w:rsidRPr="00BB508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8B86D5C" w14:textId="77777777" w:rsidR="0085747A" w:rsidRPr="00BB508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483825" w14:textId="77777777" w:rsidR="009F4610" w:rsidRPr="00BB508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B5089">
        <w:rPr>
          <w:rFonts w:ascii="Corbel" w:hAnsi="Corbel"/>
          <w:b/>
          <w:sz w:val="24"/>
          <w:szCs w:val="24"/>
        </w:rPr>
        <w:t xml:space="preserve">5. </w:t>
      </w:r>
      <w:r w:rsidR="00C61DC5" w:rsidRPr="00BB508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BB5089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BB5089">
        <w:rPr>
          <w:rFonts w:ascii="Corbel" w:hAnsi="Corbel"/>
          <w:b/>
          <w:sz w:val="24"/>
          <w:szCs w:val="24"/>
        </w:rPr>
        <w:t xml:space="preserve"> </w:t>
      </w:r>
    </w:p>
    <w:p w14:paraId="6B9E8F1F" w14:textId="77777777" w:rsidR="0085747A" w:rsidRPr="00BB508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B5089" w14:paraId="66E3F0D7" w14:textId="77777777" w:rsidTr="003E1941">
        <w:tc>
          <w:tcPr>
            <w:tcW w:w="4962" w:type="dxa"/>
            <w:vAlign w:val="center"/>
          </w:tcPr>
          <w:p w14:paraId="3CE5947E" w14:textId="77777777" w:rsidR="0085747A" w:rsidRPr="00BB508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B508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B508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B508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E7E85E8" w14:textId="77777777" w:rsidR="0085747A" w:rsidRPr="00BB508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B508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B508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B508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B508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B5089" w14:paraId="41D953DF" w14:textId="77777777" w:rsidTr="00923D7D">
        <w:tc>
          <w:tcPr>
            <w:tcW w:w="4962" w:type="dxa"/>
          </w:tcPr>
          <w:p w14:paraId="519B66F5" w14:textId="77777777" w:rsidR="0085747A" w:rsidRPr="00BB5089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5089">
              <w:rPr>
                <w:rFonts w:ascii="Corbel" w:hAnsi="Corbel"/>
                <w:sz w:val="24"/>
                <w:szCs w:val="24"/>
              </w:rPr>
              <w:t>G</w:t>
            </w:r>
            <w:r w:rsidR="0085747A" w:rsidRPr="00BB508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BB508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BB508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BB5089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BB5089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BB5089">
              <w:t>z</w:t>
            </w:r>
            <w:r w:rsidR="009C1331" w:rsidRPr="00BB5089">
              <w:t> </w:t>
            </w:r>
            <w:r w:rsidR="0045729E" w:rsidRPr="00BB5089">
              <w:t>harmonogramu</w:t>
            </w:r>
            <w:r w:rsidR="0085747A" w:rsidRPr="00BB508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B5089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BB508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1C9B2B3" w14:textId="7E828C07" w:rsidR="0085747A" w:rsidRPr="00BB5089" w:rsidRDefault="00786620" w:rsidP="008235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C61DC5" w:rsidRPr="00BB5089" w14:paraId="6655E52E" w14:textId="77777777" w:rsidTr="00923D7D">
        <w:tc>
          <w:tcPr>
            <w:tcW w:w="4962" w:type="dxa"/>
          </w:tcPr>
          <w:p w14:paraId="4973597E" w14:textId="77777777" w:rsidR="00C61DC5" w:rsidRPr="00BB508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508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BB508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93D1B8D" w14:textId="77777777" w:rsidR="00C61DC5" w:rsidRPr="00BB508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508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856D5D3" w14:textId="1A2D3F8C" w:rsidR="00C61DC5" w:rsidRPr="00BB5089" w:rsidRDefault="00E21FA4" w:rsidP="008235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BB5089" w14:paraId="7FAFCE20" w14:textId="77777777" w:rsidTr="00923D7D">
        <w:tc>
          <w:tcPr>
            <w:tcW w:w="4962" w:type="dxa"/>
          </w:tcPr>
          <w:p w14:paraId="0845F446" w14:textId="77777777" w:rsidR="0071620A" w:rsidRPr="00BB508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508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B508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B5089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EB8DDBE" w14:textId="194C179D" w:rsidR="00C61DC5" w:rsidRPr="00BB508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5089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786620">
              <w:rPr>
                <w:rFonts w:ascii="Corbel" w:hAnsi="Corbel"/>
                <w:sz w:val="24"/>
                <w:szCs w:val="24"/>
              </w:rPr>
              <w:t xml:space="preserve">przygotowanie do kolokwium, przygotowanie do egzaminu, </w:t>
            </w:r>
            <w:r w:rsidRPr="00BB5089">
              <w:rPr>
                <w:rFonts w:ascii="Corbel" w:hAnsi="Corbel"/>
                <w:sz w:val="24"/>
                <w:szCs w:val="24"/>
              </w:rPr>
              <w:t xml:space="preserve">napisanie </w:t>
            </w:r>
            <w:r w:rsidR="006017FC">
              <w:rPr>
                <w:rFonts w:ascii="Corbel" w:hAnsi="Corbel"/>
                <w:sz w:val="24"/>
                <w:szCs w:val="24"/>
              </w:rPr>
              <w:t>pracy projektowej</w:t>
            </w:r>
            <w:r w:rsidRPr="00BB5089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51FCAB2" w14:textId="268123D9" w:rsidR="00C61DC5" w:rsidRPr="00BB5089" w:rsidRDefault="007D38C3" w:rsidP="008235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E21FA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BB5089" w14:paraId="67AC067C" w14:textId="77777777" w:rsidTr="00923D7D">
        <w:tc>
          <w:tcPr>
            <w:tcW w:w="4962" w:type="dxa"/>
          </w:tcPr>
          <w:p w14:paraId="16839C10" w14:textId="77777777" w:rsidR="0085747A" w:rsidRPr="00BB508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508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206BDCB" w14:textId="75CB7AA7" w:rsidR="0085747A" w:rsidRPr="00BB5089" w:rsidRDefault="00E21FA4" w:rsidP="008235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BB5089" w14:paraId="78A80536" w14:textId="77777777" w:rsidTr="00923D7D">
        <w:tc>
          <w:tcPr>
            <w:tcW w:w="4962" w:type="dxa"/>
          </w:tcPr>
          <w:p w14:paraId="4D81B8E9" w14:textId="77777777" w:rsidR="0085747A" w:rsidRPr="00BB508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B5089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BB5089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049F91C6" w14:textId="77777777" w:rsidR="0085747A" w:rsidRPr="00BB5089" w:rsidRDefault="00636B95" w:rsidP="008235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B508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60DCCFDE" w14:textId="77777777" w:rsidR="0085747A" w:rsidRPr="00BB508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B508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B5089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BB5089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BB5089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121F5D2E" w14:textId="77777777" w:rsidR="003E1941" w:rsidRPr="00BB508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B943F6" w14:textId="77777777" w:rsidR="00A50CF4" w:rsidRDefault="00A50CF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B6C9047" w14:textId="77777777" w:rsidR="00A50CF4" w:rsidRDefault="00A50CF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84665E8" w14:textId="1470EE24" w:rsidR="0085747A" w:rsidRPr="00BB508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B5089">
        <w:rPr>
          <w:rFonts w:ascii="Corbel" w:hAnsi="Corbel"/>
          <w:smallCaps w:val="0"/>
          <w:szCs w:val="24"/>
        </w:rPr>
        <w:t xml:space="preserve">6. </w:t>
      </w:r>
      <w:r w:rsidR="0085747A" w:rsidRPr="00BB5089">
        <w:rPr>
          <w:rFonts w:ascii="Corbel" w:hAnsi="Corbel"/>
          <w:smallCaps w:val="0"/>
          <w:szCs w:val="24"/>
        </w:rPr>
        <w:t>PRAKTYKI ZAWO</w:t>
      </w:r>
      <w:r w:rsidR="009C1331" w:rsidRPr="00BB5089">
        <w:rPr>
          <w:rFonts w:ascii="Corbel" w:hAnsi="Corbel"/>
          <w:smallCaps w:val="0"/>
          <w:szCs w:val="24"/>
        </w:rPr>
        <w:t>DOWE W RAMACH PRZEDMIOTU</w:t>
      </w:r>
    </w:p>
    <w:p w14:paraId="1FC057F7" w14:textId="77777777" w:rsidR="0085747A" w:rsidRPr="00BB508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B5089" w14:paraId="6278F721" w14:textId="77777777" w:rsidTr="0071620A">
        <w:trPr>
          <w:trHeight w:val="397"/>
        </w:trPr>
        <w:tc>
          <w:tcPr>
            <w:tcW w:w="3544" w:type="dxa"/>
          </w:tcPr>
          <w:p w14:paraId="30FB5AAD" w14:textId="77777777" w:rsidR="0085747A" w:rsidRPr="00BB508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B508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5D25E50" w14:textId="77777777" w:rsidR="0085747A" w:rsidRPr="00BB5089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B50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B5089" w14:paraId="108F8481" w14:textId="77777777" w:rsidTr="0071620A">
        <w:trPr>
          <w:trHeight w:val="397"/>
        </w:trPr>
        <w:tc>
          <w:tcPr>
            <w:tcW w:w="3544" w:type="dxa"/>
          </w:tcPr>
          <w:p w14:paraId="55ADA58C" w14:textId="77777777" w:rsidR="0085747A" w:rsidRPr="00BB508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B508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1B4CFAB" w14:textId="77777777" w:rsidR="0085747A" w:rsidRPr="00BB5089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B5089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6CDAF0E0" w14:textId="77777777" w:rsidR="003E1941" w:rsidRPr="00BB508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57B212" w14:textId="77777777" w:rsidR="0085747A" w:rsidRPr="00BB508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B5089">
        <w:rPr>
          <w:rFonts w:ascii="Corbel" w:hAnsi="Corbel"/>
          <w:smallCaps w:val="0"/>
          <w:szCs w:val="24"/>
        </w:rPr>
        <w:t xml:space="preserve">7. </w:t>
      </w:r>
      <w:r w:rsidR="0085747A" w:rsidRPr="00BB5089">
        <w:rPr>
          <w:rFonts w:ascii="Corbel" w:hAnsi="Corbel"/>
          <w:smallCaps w:val="0"/>
          <w:szCs w:val="24"/>
        </w:rPr>
        <w:t>LITERATURA</w:t>
      </w:r>
      <w:r w:rsidRPr="00BB5089">
        <w:rPr>
          <w:rFonts w:ascii="Corbel" w:hAnsi="Corbel"/>
          <w:smallCaps w:val="0"/>
          <w:szCs w:val="24"/>
        </w:rPr>
        <w:t xml:space="preserve"> </w:t>
      </w:r>
    </w:p>
    <w:p w14:paraId="0D571736" w14:textId="77777777" w:rsidR="00675843" w:rsidRPr="00BB508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7B72E6" w14:paraId="7766C984" w14:textId="77777777" w:rsidTr="0071620A">
        <w:trPr>
          <w:trHeight w:val="397"/>
        </w:trPr>
        <w:tc>
          <w:tcPr>
            <w:tcW w:w="7513" w:type="dxa"/>
          </w:tcPr>
          <w:p w14:paraId="746B8B50" w14:textId="77777777" w:rsidR="0085747A" w:rsidRPr="007B72E6" w:rsidRDefault="0085747A" w:rsidP="008235B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7B72E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6D0C92E" w14:textId="77777777" w:rsidR="00B5041D" w:rsidRPr="007B72E6" w:rsidRDefault="00B5041D" w:rsidP="008235BC">
            <w:pPr>
              <w:autoSpaceDE w:val="0"/>
              <w:autoSpaceDN w:val="0"/>
              <w:adjustRightInd w:val="0"/>
              <w:spacing w:after="0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B72E6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Adamski F., </w:t>
            </w:r>
            <w:r w:rsidRPr="007D38C3">
              <w:rPr>
                <w:rFonts w:ascii="Corbel" w:hAnsi="Corbel" w:cs="DejaVuSans"/>
                <w:i/>
                <w:iCs/>
                <w:sz w:val="24"/>
                <w:szCs w:val="24"/>
                <w:lang w:eastAsia="pl-PL"/>
              </w:rPr>
              <w:t>Edukacja, rodzina, kultura,</w:t>
            </w:r>
            <w:r w:rsidRPr="007B72E6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Kraków 2001.</w:t>
            </w:r>
          </w:p>
          <w:p w14:paraId="254204FB" w14:textId="632517EF" w:rsidR="00B5041D" w:rsidRPr="007B72E6" w:rsidRDefault="00B5041D" w:rsidP="008235BC">
            <w:pPr>
              <w:autoSpaceDE w:val="0"/>
              <w:autoSpaceDN w:val="0"/>
              <w:adjustRightInd w:val="0"/>
              <w:spacing w:after="0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B72E6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Badora S, </w:t>
            </w:r>
            <w:proofErr w:type="spellStart"/>
            <w:r w:rsidRPr="007B72E6">
              <w:rPr>
                <w:rFonts w:ascii="Corbel" w:hAnsi="Corbel" w:cs="DejaVuSans"/>
                <w:sz w:val="24"/>
                <w:szCs w:val="24"/>
                <w:lang w:eastAsia="pl-PL"/>
              </w:rPr>
              <w:t>Czeredrecka</w:t>
            </w:r>
            <w:proofErr w:type="spellEnd"/>
            <w:r w:rsidRPr="007B72E6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B., </w:t>
            </w:r>
            <w:r w:rsidRPr="007D38C3">
              <w:rPr>
                <w:rFonts w:ascii="Corbel" w:hAnsi="Corbel" w:cs="DejaVuSans"/>
                <w:i/>
                <w:iCs/>
                <w:sz w:val="24"/>
                <w:szCs w:val="24"/>
                <w:lang w:eastAsia="pl-PL"/>
              </w:rPr>
              <w:t>Rodzina i formy jej wspomagania,</w:t>
            </w:r>
            <w:r w:rsidR="007D38C3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7B72E6">
              <w:rPr>
                <w:rFonts w:ascii="Corbel" w:hAnsi="Corbel" w:cs="DejaVuSans"/>
                <w:sz w:val="24"/>
                <w:szCs w:val="24"/>
                <w:lang w:eastAsia="pl-PL"/>
              </w:rPr>
              <w:t>Kraków 2001.</w:t>
            </w:r>
          </w:p>
          <w:p w14:paraId="734C1D0E" w14:textId="78AEFA4C" w:rsidR="00B5041D" w:rsidRPr="007B72E6" w:rsidRDefault="00B5041D" w:rsidP="008235BC">
            <w:pPr>
              <w:autoSpaceDE w:val="0"/>
              <w:autoSpaceDN w:val="0"/>
              <w:adjustRightInd w:val="0"/>
              <w:spacing w:after="0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B72E6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Barbaro B., </w:t>
            </w:r>
            <w:r w:rsidRPr="007D38C3">
              <w:rPr>
                <w:rFonts w:ascii="Corbel" w:hAnsi="Corbel" w:cs="DejaVuSans"/>
                <w:i/>
                <w:iCs/>
                <w:sz w:val="24"/>
                <w:szCs w:val="24"/>
                <w:lang w:eastAsia="pl-PL"/>
              </w:rPr>
              <w:t>Wprowadzenie do systemowego rozumienia</w:t>
            </w:r>
            <w:r w:rsidR="007D38C3" w:rsidRPr="007D38C3">
              <w:rPr>
                <w:rFonts w:ascii="Corbel" w:hAnsi="Corbel" w:cs="DejaVuSans"/>
                <w:i/>
                <w:iCs/>
                <w:sz w:val="24"/>
                <w:szCs w:val="24"/>
                <w:lang w:eastAsia="pl-PL"/>
              </w:rPr>
              <w:t xml:space="preserve">  </w:t>
            </w:r>
            <w:r w:rsidRPr="007D38C3">
              <w:rPr>
                <w:rFonts w:ascii="Corbel" w:hAnsi="Corbel" w:cs="DejaVuSans"/>
                <w:i/>
                <w:iCs/>
                <w:sz w:val="24"/>
                <w:szCs w:val="24"/>
                <w:lang w:eastAsia="pl-PL"/>
              </w:rPr>
              <w:t>rodziny,</w:t>
            </w:r>
            <w:r w:rsidRPr="007B72E6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Kraków 1999.</w:t>
            </w:r>
          </w:p>
          <w:p w14:paraId="095038CE" w14:textId="05A6E26A" w:rsidR="00B5041D" w:rsidRPr="007B72E6" w:rsidRDefault="00B5041D" w:rsidP="008235BC">
            <w:pPr>
              <w:autoSpaceDE w:val="0"/>
              <w:autoSpaceDN w:val="0"/>
              <w:adjustRightInd w:val="0"/>
              <w:spacing w:after="0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B72E6">
              <w:rPr>
                <w:rFonts w:ascii="Corbel" w:hAnsi="Corbel" w:cs="DejaVuSans"/>
                <w:sz w:val="24"/>
                <w:szCs w:val="24"/>
                <w:lang w:eastAsia="pl-PL"/>
              </w:rPr>
              <w:t>Duraj-Nowakowa K., Gruca-</w:t>
            </w:r>
            <w:proofErr w:type="spellStart"/>
            <w:r w:rsidRPr="007B72E6">
              <w:rPr>
                <w:rFonts w:ascii="Corbel" w:hAnsi="Corbel" w:cs="DejaVuSans"/>
                <w:sz w:val="24"/>
                <w:szCs w:val="24"/>
                <w:lang w:eastAsia="pl-PL"/>
              </w:rPr>
              <w:t>Miąsik</w:t>
            </w:r>
            <w:proofErr w:type="spellEnd"/>
            <w:r w:rsidRPr="007B72E6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U., </w:t>
            </w:r>
            <w:r w:rsidRPr="007D38C3">
              <w:rPr>
                <w:rFonts w:ascii="Corbel" w:hAnsi="Corbel" w:cs="DejaVuSans"/>
                <w:i/>
                <w:iCs/>
                <w:sz w:val="24"/>
                <w:szCs w:val="24"/>
                <w:lang w:eastAsia="pl-PL"/>
              </w:rPr>
              <w:t>Rodzina, diagnoza,</w:t>
            </w:r>
            <w:r w:rsidR="007D38C3" w:rsidRPr="007D38C3">
              <w:rPr>
                <w:rFonts w:ascii="Corbel" w:hAnsi="Corbel" w:cs="DejaVuSans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7D38C3">
              <w:rPr>
                <w:rFonts w:ascii="Corbel" w:hAnsi="Corbel" w:cs="DejaVuSans"/>
                <w:i/>
                <w:iCs/>
                <w:sz w:val="24"/>
                <w:szCs w:val="24"/>
                <w:lang w:eastAsia="pl-PL"/>
              </w:rPr>
              <w:t>profilaktyka i wsparcie</w:t>
            </w:r>
            <w:r w:rsidR="007D38C3" w:rsidRPr="007D38C3">
              <w:rPr>
                <w:rFonts w:ascii="Corbel" w:hAnsi="Corbel" w:cs="DejaVuSans"/>
                <w:i/>
                <w:iCs/>
                <w:sz w:val="24"/>
                <w:szCs w:val="24"/>
                <w:lang w:eastAsia="pl-PL"/>
              </w:rPr>
              <w:t>,</w:t>
            </w:r>
            <w:r w:rsidRPr="007B72E6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Wyd. UR. Rzeszów 2009.</w:t>
            </w:r>
          </w:p>
          <w:p w14:paraId="42F57059" w14:textId="1FBBC196" w:rsidR="00B5041D" w:rsidRPr="007B72E6" w:rsidRDefault="00B5041D" w:rsidP="008235BC">
            <w:pPr>
              <w:autoSpaceDE w:val="0"/>
              <w:autoSpaceDN w:val="0"/>
              <w:adjustRightInd w:val="0"/>
              <w:spacing w:after="0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B72E6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Faber A., </w:t>
            </w:r>
            <w:proofErr w:type="spellStart"/>
            <w:r w:rsidRPr="007B72E6">
              <w:rPr>
                <w:rFonts w:ascii="Corbel" w:hAnsi="Corbel" w:cs="DejaVuSans"/>
                <w:sz w:val="24"/>
                <w:szCs w:val="24"/>
                <w:lang w:eastAsia="pl-PL"/>
              </w:rPr>
              <w:t>Mazlish</w:t>
            </w:r>
            <w:proofErr w:type="spellEnd"/>
            <w:r w:rsidRPr="007B72E6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E., </w:t>
            </w:r>
            <w:r w:rsidRPr="007D38C3">
              <w:rPr>
                <w:rFonts w:ascii="Corbel" w:hAnsi="Corbel" w:cs="DejaVuSans"/>
                <w:i/>
                <w:iCs/>
                <w:sz w:val="24"/>
                <w:szCs w:val="24"/>
                <w:lang w:eastAsia="pl-PL"/>
              </w:rPr>
              <w:t>Jak mówić do nastolatków żeby nas</w:t>
            </w:r>
            <w:r w:rsidR="007D38C3" w:rsidRPr="007D38C3">
              <w:rPr>
                <w:rFonts w:ascii="Corbel" w:hAnsi="Corbel" w:cs="DejaVuSans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7D38C3">
              <w:rPr>
                <w:rFonts w:ascii="Corbel" w:hAnsi="Corbel" w:cs="DejaVuSans"/>
                <w:i/>
                <w:iCs/>
                <w:sz w:val="24"/>
                <w:szCs w:val="24"/>
                <w:lang w:eastAsia="pl-PL"/>
              </w:rPr>
              <w:t>słuchały, jak słuchać żeby z nami rozmawiały,</w:t>
            </w:r>
            <w:r w:rsidRPr="007B72E6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Poznań 2005.</w:t>
            </w:r>
          </w:p>
          <w:p w14:paraId="2B303FC6" w14:textId="38DF0320" w:rsidR="00B5041D" w:rsidRPr="007D38C3" w:rsidRDefault="00B5041D" w:rsidP="008235BC">
            <w:pPr>
              <w:autoSpaceDE w:val="0"/>
              <w:autoSpaceDN w:val="0"/>
              <w:adjustRightInd w:val="0"/>
              <w:spacing w:after="0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7B72E6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Gawęcka M., </w:t>
            </w:r>
            <w:r w:rsidRPr="007B72E6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Poczucie osamotnienia dziecka w rodzinie</w:t>
            </w:r>
            <w:r w:rsidR="007D38C3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7B72E6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własnej, </w:t>
            </w:r>
            <w:r w:rsidRPr="007B72E6">
              <w:rPr>
                <w:rFonts w:ascii="Corbel" w:hAnsi="Corbel" w:cs="DejaVuSans"/>
                <w:sz w:val="24"/>
                <w:szCs w:val="24"/>
                <w:lang w:eastAsia="pl-PL"/>
              </w:rPr>
              <w:t>Toruń 2005</w:t>
            </w:r>
          </w:p>
          <w:p w14:paraId="4E0D69C9" w14:textId="178707AE" w:rsidR="00B5041D" w:rsidRPr="007B72E6" w:rsidRDefault="00B5041D" w:rsidP="008235BC">
            <w:pPr>
              <w:autoSpaceDE w:val="0"/>
              <w:autoSpaceDN w:val="0"/>
              <w:adjustRightInd w:val="0"/>
              <w:spacing w:after="0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B72E6">
              <w:rPr>
                <w:rFonts w:ascii="Corbel" w:hAnsi="Corbel" w:cs="DejaVuSans"/>
                <w:sz w:val="24"/>
                <w:szCs w:val="24"/>
                <w:lang w:eastAsia="pl-PL"/>
              </w:rPr>
              <w:t>Gruca-</w:t>
            </w:r>
            <w:proofErr w:type="spellStart"/>
            <w:r w:rsidRPr="007B72E6">
              <w:rPr>
                <w:rFonts w:ascii="Corbel" w:hAnsi="Corbel" w:cs="DejaVuSans"/>
                <w:sz w:val="24"/>
                <w:szCs w:val="24"/>
                <w:lang w:eastAsia="pl-PL"/>
              </w:rPr>
              <w:t>Miąsik</w:t>
            </w:r>
            <w:proofErr w:type="spellEnd"/>
            <w:r w:rsidRPr="007B72E6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U., </w:t>
            </w:r>
            <w:r w:rsidRPr="007D38C3">
              <w:rPr>
                <w:rFonts w:ascii="Corbel" w:hAnsi="Corbel" w:cs="DejaVuSans"/>
                <w:i/>
                <w:iCs/>
                <w:sz w:val="24"/>
                <w:szCs w:val="24"/>
                <w:lang w:eastAsia="pl-PL"/>
              </w:rPr>
              <w:t>Rodzina toksyczna</w:t>
            </w:r>
            <w:r w:rsidRPr="007B72E6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[w:] </w:t>
            </w:r>
            <w:r w:rsidRPr="007D38C3">
              <w:rPr>
                <w:rFonts w:ascii="Corbel" w:hAnsi="Corbel" w:cs="DejaVuSans"/>
                <w:i/>
                <w:iCs/>
                <w:sz w:val="24"/>
                <w:szCs w:val="24"/>
                <w:lang w:eastAsia="pl-PL"/>
              </w:rPr>
              <w:t xml:space="preserve">Encyklopedia </w:t>
            </w:r>
            <w:proofErr w:type="spellStart"/>
            <w:r w:rsidRPr="007D38C3">
              <w:rPr>
                <w:rFonts w:ascii="Corbel" w:hAnsi="Corbel" w:cs="DejaVuSans"/>
                <w:i/>
                <w:iCs/>
                <w:sz w:val="24"/>
                <w:szCs w:val="24"/>
                <w:lang w:eastAsia="pl-PL"/>
              </w:rPr>
              <w:t>XXIw</w:t>
            </w:r>
            <w:proofErr w:type="spellEnd"/>
            <w:r w:rsidRPr="007D38C3">
              <w:rPr>
                <w:rFonts w:ascii="Corbel" w:hAnsi="Corbel" w:cs="DejaVuSans"/>
                <w:i/>
                <w:iCs/>
                <w:sz w:val="24"/>
                <w:szCs w:val="24"/>
                <w:lang w:eastAsia="pl-PL"/>
              </w:rPr>
              <w:t>,</w:t>
            </w:r>
            <w:r w:rsidR="007D38C3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7B72E6">
              <w:rPr>
                <w:rFonts w:ascii="Corbel" w:hAnsi="Corbel" w:cs="DejaVuSans"/>
                <w:sz w:val="24"/>
                <w:szCs w:val="24"/>
                <w:lang w:eastAsia="pl-PL"/>
              </w:rPr>
              <w:t>red. T. Pilch, Warszawa 2007.</w:t>
            </w:r>
          </w:p>
          <w:p w14:paraId="628EFC9B" w14:textId="1EC49C99" w:rsidR="00B5041D" w:rsidRPr="007D38C3" w:rsidRDefault="00B5041D" w:rsidP="008235BC">
            <w:pPr>
              <w:autoSpaceDE w:val="0"/>
              <w:autoSpaceDN w:val="0"/>
              <w:adjustRightInd w:val="0"/>
              <w:spacing w:after="0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7B72E6">
              <w:rPr>
                <w:rFonts w:ascii="Corbel" w:hAnsi="Corbel" w:cs="DejaVuSans"/>
                <w:sz w:val="24"/>
                <w:szCs w:val="24"/>
                <w:lang w:eastAsia="pl-PL"/>
              </w:rPr>
              <w:t>Gruca-</w:t>
            </w:r>
            <w:proofErr w:type="spellStart"/>
            <w:r w:rsidRPr="007B72E6">
              <w:rPr>
                <w:rFonts w:ascii="Corbel" w:hAnsi="Corbel" w:cs="DejaVuSans"/>
                <w:sz w:val="24"/>
                <w:szCs w:val="24"/>
                <w:lang w:eastAsia="pl-PL"/>
              </w:rPr>
              <w:t>Miąsik</w:t>
            </w:r>
            <w:proofErr w:type="spellEnd"/>
            <w:r w:rsidRPr="007B72E6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U., </w:t>
            </w:r>
            <w:r w:rsidRPr="007B72E6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Pomoc, opieka, wsparcie dziecka i rodziny,</w:t>
            </w:r>
            <w:r w:rsidR="007D38C3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7B72E6">
              <w:rPr>
                <w:rFonts w:ascii="Corbel" w:hAnsi="Corbel" w:cs="DejaVuSans"/>
                <w:sz w:val="24"/>
                <w:szCs w:val="24"/>
                <w:lang w:eastAsia="pl-PL"/>
              </w:rPr>
              <w:t>Rzeszów 2006</w:t>
            </w:r>
          </w:p>
          <w:p w14:paraId="4CA2F35E" w14:textId="78ACB95D" w:rsidR="00B5041D" w:rsidRPr="007B72E6" w:rsidRDefault="00B5041D" w:rsidP="008235BC">
            <w:pPr>
              <w:autoSpaceDE w:val="0"/>
              <w:autoSpaceDN w:val="0"/>
              <w:adjustRightInd w:val="0"/>
              <w:spacing w:after="0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B72E6">
              <w:rPr>
                <w:rFonts w:ascii="Corbel" w:hAnsi="Corbel" w:cs="DejaVuSans"/>
                <w:sz w:val="24"/>
                <w:szCs w:val="24"/>
                <w:lang w:eastAsia="pl-PL"/>
              </w:rPr>
              <w:t>Gruca-</w:t>
            </w:r>
            <w:proofErr w:type="spellStart"/>
            <w:r w:rsidRPr="007B72E6">
              <w:rPr>
                <w:rFonts w:ascii="Corbel" w:hAnsi="Corbel" w:cs="DejaVuSans"/>
                <w:sz w:val="24"/>
                <w:szCs w:val="24"/>
                <w:lang w:eastAsia="pl-PL"/>
              </w:rPr>
              <w:t>Miąsik</w:t>
            </w:r>
            <w:proofErr w:type="spellEnd"/>
            <w:r w:rsidRPr="007B72E6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U. (red.), </w:t>
            </w:r>
            <w:proofErr w:type="spellStart"/>
            <w:r w:rsidRPr="007D38C3">
              <w:rPr>
                <w:rFonts w:ascii="Corbel" w:hAnsi="Corbel" w:cs="DejaVuSans"/>
                <w:i/>
                <w:iCs/>
                <w:sz w:val="24"/>
                <w:szCs w:val="24"/>
                <w:lang w:eastAsia="pl-PL"/>
              </w:rPr>
              <w:t>Familiologia</w:t>
            </w:r>
            <w:proofErr w:type="spellEnd"/>
            <w:r w:rsidRPr="007D38C3">
              <w:rPr>
                <w:rFonts w:ascii="Corbel" w:hAnsi="Corbel" w:cs="DejaVuSans"/>
                <w:i/>
                <w:iCs/>
                <w:sz w:val="24"/>
                <w:szCs w:val="24"/>
                <w:lang w:eastAsia="pl-PL"/>
              </w:rPr>
              <w:t xml:space="preserve"> XXI wieku,</w:t>
            </w:r>
            <w:r w:rsidRPr="007B72E6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Rzeszów</w:t>
            </w:r>
            <w:r w:rsidR="007D38C3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7B72E6">
              <w:rPr>
                <w:rFonts w:ascii="Corbel" w:hAnsi="Corbel" w:cs="DejaVuSans"/>
                <w:sz w:val="24"/>
                <w:szCs w:val="24"/>
                <w:lang w:eastAsia="pl-PL"/>
              </w:rPr>
              <w:t>2014</w:t>
            </w:r>
          </w:p>
          <w:p w14:paraId="225F380A" w14:textId="77777777" w:rsidR="00B5041D" w:rsidRPr="007D38C3" w:rsidRDefault="00B5041D" w:rsidP="008235BC">
            <w:pPr>
              <w:autoSpaceDE w:val="0"/>
              <w:autoSpaceDN w:val="0"/>
              <w:adjustRightInd w:val="0"/>
              <w:spacing w:after="0"/>
              <w:rPr>
                <w:rFonts w:ascii="Corbel" w:hAnsi="Corbel" w:cs="DejaVuSans"/>
                <w:i/>
                <w:iCs/>
                <w:sz w:val="24"/>
                <w:szCs w:val="24"/>
                <w:lang w:eastAsia="pl-PL"/>
              </w:rPr>
            </w:pPr>
            <w:r w:rsidRPr="007B72E6">
              <w:rPr>
                <w:rFonts w:ascii="Corbel" w:hAnsi="Corbel" w:cs="DejaVuSans"/>
                <w:sz w:val="24"/>
                <w:szCs w:val="24"/>
                <w:lang w:eastAsia="pl-PL"/>
              </w:rPr>
              <w:t>Gruca-</w:t>
            </w:r>
            <w:proofErr w:type="spellStart"/>
            <w:r w:rsidRPr="007B72E6">
              <w:rPr>
                <w:rFonts w:ascii="Corbel" w:hAnsi="Corbel" w:cs="DejaVuSans"/>
                <w:sz w:val="24"/>
                <w:szCs w:val="24"/>
                <w:lang w:eastAsia="pl-PL"/>
              </w:rPr>
              <w:t>Miąsik</w:t>
            </w:r>
            <w:proofErr w:type="spellEnd"/>
            <w:r w:rsidRPr="007B72E6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U. (red.), </w:t>
            </w:r>
            <w:r w:rsidRPr="007D38C3">
              <w:rPr>
                <w:rFonts w:ascii="Corbel" w:hAnsi="Corbel" w:cs="DejaVuSans"/>
                <w:i/>
                <w:iCs/>
                <w:sz w:val="24"/>
                <w:szCs w:val="24"/>
                <w:lang w:eastAsia="pl-PL"/>
              </w:rPr>
              <w:t>Opieka jako kategoria wychowawcza.</w:t>
            </w:r>
          </w:p>
          <w:p w14:paraId="39F597C6" w14:textId="77777777" w:rsidR="00B5041D" w:rsidRPr="007D38C3" w:rsidRDefault="00B5041D" w:rsidP="008235BC">
            <w:pPr>
              <w:autoSpaceDE w:val="0"/>
              <w:autoSpaceDN w:val="0"/>
              <w:adjustRightInd w:val="0"/>
              <w:spacing w:after="0"/>
              <w:rPr>
                <w:rFonts w:ascii="Corbel" w:hAnsi="Corbel" w:cs="DejaVuSans"/>
                <w:i/>
                <w:iCs/>
                <w:sz w:val="24"/>
                <w:szCs w:val="24"/>
                <w:lang w:eastAsia="pl-PL"/>
              </w:rPr>
            </w:pPr>
            <w:r w:rsidRPr="007D38C3">
              <w:rPr>
                <w:rFonts w:ascii="Corbel" w:hAnsi="Corbel" w:cs="DejaVuSans"/>
                <w:i/>
                <w:iCs/>
                <w:sz w:val="24"/>
                <w:szCs w:val="24"/>
                <w:lang w:eastAsia="pl-PL"/>
              </w:rPr>
              <w:t>Metody i formy stymulowania dzieci i młodzieży w rodzinie i</w:t>
            </w:r>
          </w:p>
          <w:p w14:paraId="1DCC4CFD" w14:textId="77777777" w:rsidR="00B5041D" w:rsidRPr="007B72E6" w:rsidRDefault="00B5041D" w:rsidP="008235BC">
            <w:pPr>
              <w:autoSpaceDE w:val="0"/>
              <w:autoSpaceDN w:val="0"/>
              <w:adjustRightInd w:val="0"/>
              <w:spacing w:after="0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D38C3">
              <w:rPr>
                <w:rFonts w:ascii="Corbel" w:hAnsi="Corbel" w:cs="DejaVuSans"/>
                <w:i/>
                <w:iCs/>
                <w:sz w:val="24"/>
                <w:szCs w:val="24"/>
                <w:lang w:eastAsia="pl-PL"/>
              </w:rPr>
              <w:t xml:space="preserve">środowisku lokalnym, </w:t>
            </w:r>
            <w:r w:rsidRPr="007B72E6">
              <w:rPr>
                <w:rFonts w:ascii="Corbel" w:hAnsi="Corbel" w:cs="DejaVuSans"/>
                <w:sz w:val="24"/>
                <w:szCs w:val="24"/>
                <w:lang w:eastAsia="pl-PL"/>
              </w:rPr>
              <w:t>Rzeszów 2016.</w:t>
            </w:r>
          </w:p>
          <w:p w14:paraId="721BC569" w14:textId="3BBC7148" w:rsidR="00B5041D" w:rsidRPr="007D38C3" w:rsidRDefault="00B5041D" w:rsidP="008235BC">
            <w:pPr>
              <w:autoSpaceDE w:val="0"/>
              <w:autoSpaceDN w:val="0"/>
              <w:adjustRightInd w:val="0"/>
              <w:spacing w:after="0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7B72E6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Janicka I., </w:t>
            </w:r>
            <w:r w:rsidRPr="007B72E6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Rodzice i dzieci w różnych systemach rodzinnych,</w:t>
            </w:r>
            <w:r w:rsidR="007D38C3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7B72E6">
              <w:rPr>
                <w:rFonts w:ascii="Corbel" w:hAnsi="Corbel" w:cs="DejaVuSans"/>
                <w:sz w:val="24"/>
                <w:szCs w:val="24"/>
                <w:lang w:eastAsia="pl-PL"/>
              </w:rPr>
              <w:t>Kraków 2010</w:t>
            </w:r>
          </w:p>
          <w:p w14:paraId="4C60791D" w14:textId="5583C617" w:rsidR="00B5041D" w:rsidRPr="007B72E6" w:rsidRDefault="00B5041D" w:rsidP="008235BC">
            <w:pPr>
              <w:autoSpaceDE w:val="0"/>
              <w:autoSpaceDN w:val="0"/>
              <w:adjustRightInd w:val="0"/>
              <w:spacing w:after="0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B72E6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Kawula S., </w:t>
            </w:r>
            <w:proofErr w:type="spellStart"/>
            <w:r w:rsidRPr="007B72E6">
              <w:rPr>
                <w:rFonts w:ascii="Corbel" w:hAnsi="Corbel" w:cs="DejaVuSans"/>
                <w:sz w:val="24"/>
                <w:szCs w:val="24"/>
                <w:lang w:eastAsia="pl-PL"/>
              </w:rPr>
              <w:t>Brągiel</w:t>
            </w:r>
            <w:proofErr w:type="spellEnd"/>
            <w:r w:rsidRPr="007B72E6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J., </w:t>
            </w:r>
            <w:proofErr w:type="spellStart"/>
            <w:r w:rsidRPr="007B72E6">
              <w:rPr>
                <w:rFonts w:ascii="Corbel" w:hAnsi="Corbel" w:cs="DejaVuSans"/>
                <w:sz w:val="24"/>
                <w:szCs w:val="24"/>
                <w:lang w:eastAsia="pl-PL"/>
              </w:rPr>
              <w:t>Janke</w:t>
            </w:r>
            <w:proofErr w:type="spellEnd"/>
            <w:r w:rsidRPr="007B72E6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A., </w:t>
            </w:r>
            <w:r w:rsidRPr="007D38C3">
              <w:rPr>
                <w:rFonts w:ascii="Corbel" w:hAnsi="Corbel" w:cs="DejaVuSans"/>
                <w:i/>
                <w:iCs/>
                <w:sz w:val="24"/>
                <w:szCs w:val="24"/>
                <w:lang w:eastAsia="pl-PL"/>
              </w:rPr>
              <w:t>Pedagogika rodziny. Obszary i</w:t>
            </w:r>
            <w:r w:rsidR="007D38C3" w:rsidRPr="007D38C3">
              <w:rPr>
                <w:rFonts w:ascii="Corbel" w:hAnsi="Corbel" w:cs="DejaVuSans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7D38C3">
              <w:rPr>
                <w:rFonts w:ascii="Corbel" w:hAnsi="Corbel" w:cs="DejaVuSans"/>
                <w:i/>
                <w:iCs/>
                <w:sz w:val="24"/>
                <w:szCs w:val="24"/>
                <w:lang w:eastAsia="pl-PL"/>
              </w:rPr>
              <w:t>panorama problematyki</w:t>
            </w:r>
            <w:r w:rsidR="007D38C3">
              <w:rPr>
                <w:rFonts w:ascii="Corbel" w:hAnsi="Corbel" w:cs="DejaVuSans"/>
                <w:i/>
                <w:iCs/>
                <w:sz w:val="24"/>
                <w:szCs w:val="24"/>
                <w:lang w:eastAsia="pl-PL"/>
              </w:rPr>
              <w:t>,</w:t>
            </w:r>
            <w:r w:rsidRPr="007D38C3">
              <w:rPr>
                <w:rFonts w:ascii="Corbel" w:hAnsi="Corbel" w:cs="DejaVuSans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7B72E6">
              <w:rPr>
                <w:rFonts w:ascii="Corbel" w:hAnsi="Corbel" w:cs="DejaVuSans"/>
                <w:sz w:val="24"/>
                <w:szCs w:val="24"/>
                <w:lang w:eastAsia="pl-PL"/>
              </w:rPr>
              <w:t>Warszawa 2009.</w:t>
            </w:r>
          </w:p>
          <w:p w14:paraId="61222EB5" w14:textId="7F99BFCF" w:rsidR="00E21FA4" w:rsidRPr="008235BC" w:rsidRDefault="00B5041D" w:rsidP="008235BC">
            <w:pPr>
              <w:autoSpaceDE w:val="0"/>
              <w:autoSpaceDN w:val="0"/>
              <w:adjustRightInd w:val="0"/>
              <w:spacing w:after="0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B72E6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Mazur J., </w:t>
            </w:r>
            <w:r w:rsidRPr="007B72E6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Przemoc w rodzinie</w:t>
            </w:r>
            <w:r w:rsidRPr="007B72E6">
              <w:rPr>
                <w:rFonts w:ascii="Corbel" w:hAnsi="Corbel" w:cs="DejaVuSans"/>
                <w:sz w:val="24"/>
                <w:szCs w:val="24"/>
                <w:lang w:eastAsia="pl-PL"/>
              </w:rPr>
              <w:t>, Warszawa, 2002</w:t>
            </w:r>
          </w:p>
        </w:tc>
      </w:tr>
      <w:tr w:rsidR="0085747A" w:rsidRPr="007B72E6" w14:paraId="6AAAC162" w14:textId="77777777" w:rsidTr="0071620A">
        <w:trPr>
          <w:trHeight w:val="397"/>
        </w:trPr>
        <w:tc>
          <w:tcPr>
            <w:tcW w:w="7513" w:type="dxa"/>
          </w:tcPr>
          <w:p w14:paraId="5B449FE1" w14:textId="77777777" w:rsidR="0085747A" w:rsidRPr="007B72E6" w:rsidRDefault="0085747A" w:rsidP="008235B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7B72E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3D71681" w14:textId="5372E2EC" w:rsidR="00B5041D" w:rsidRPr="007B72E6" w:rsidRDefault="00B5041D" w:rsidP="008235BC">
            <w:pPr>
              <w:autoSpaceDE w:val="0"/>
              <w:autoSpaceDN w:val="0"/>
              <w:adjustRightInd w:val="0"/>
              <w:spacing w:after="0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B72E6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Błasiak A., Dybowska E., </w:t>
            </w:r>
            <w:r w:rsidRPr="007D38C3">
              <w:rPr>
                <w:rFonts w:ascii="Corbel" w:hAnsi="Corbel" w:cs="DejaVuSans"/>
                <w:i/>
                <w:iCs/>
                <w:sz w:val="24"/>
                <w:szCs w:val="24"/>
                <w:lang w:eastAsia="pl-PL"/>
              </w:rPr>
              <w:t>Wybrane zagadnienia pedagogiki</w:t>
            </w:r>
            <w:r w:rsidR="007D38C3" w:rsidRPr="007D38C3">
              <w:rPr>
                <w:rFonts w:ascii="Corbel" w:hAnsi="Corbel" w:cs="DejaVuSans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7D38C3">
              <w:rPr>
                <w:rFonts w:ascii="Corbel" w:hAnsi="Corbel" w:cs="DejaVuSans"/>
                <w:i/>
                <w:iCs/>
                <w:sz w:val="24"/>
                <w:szCs w:val="24"/>
                <w:lang w:eastAsia="pl-PL"/>
              </w:rPr>
              <w:t>rodziny,</w:t>
            </w:r>
            <w:r w:rsidRPr="007B72E6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Kraków 2010</w:t>
            </w:r>
          </w:p>
          <w:p w14:paraId="57DBAF44" w14:textId="5DECACD0" w:rsidR="00B5041D" w:rsidRPr="007B72E6" w:rsidRDefault="00B5041D" w:rsidP="008235BC">
            <w:pPr>
              <w:autoSpaceDE w:val="0"/>
              <w:autoSpaceDN w:val="0"/>
              <w:adjustRightInd w:val="0"/>
              <w:spacing w:after="0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B72E6">
              <w:rPr>
                <w:rFonts w:ascii="Corbel" w:hAnsi="Corbel" w:cs="DejaVuSans"/>
                <w:sz w:val="24"/>
                <w:szCs w:val="24"/>
                <w:lang w:eastAsia="pl-PL"/>
              </w:rPr>
              <w:t>Gruca-</w:t>
            </w:r>
            <w:proofErr w:type="spellStart"/>
            <w:r w:rsidRPr="007B72E6">
              <w:rPr>
                <w:rFonts w:ascii="Corbel" w:hAnsi="Corbel" w:cs="DejaVuSans"/>
                <w:sz w:val="24"/>
                <w:szCs w:val="24"/>
                <w:lang w:eastAsia="pl-PL"/>
              </w:rPr>
              <w:t>Miąsik</w:t>
            </w:r>
            <w:proofErr w:type="spellEnd"/>
            <w:r w:rsidRPr="007B72E6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U. (red.)</w:t>
            </w:r>
            <w:r w:rsidR="007D38C3">
              <w:rPr>
                <w:rFonts w:ascii="Corbel" w:hAnsi="Corbel" w:cs="DejaVuSans"/>
                <w:sz w:val="24"/>
                <w:szCs w:val="24"/>
                <w:lang w:eastAsia="pl-PL"/>
              </w:rPr>
              <w:t>,</w:t>
            </w:r>
            <w:r w:rsidRPr="007B72E6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7D38C3">
              <w:rPr>
                <w:rFonts w:ascii="Corbel" w:hAnsi="Corbel" w:cs="DejaVuSans"/>
                <w:i/>
                <w:iCs/>
                <w:sz w:val="24"/>
                <w:szCs w:val="24"/>
                <w:lang w:eastAsia="pl-PL"/>
              </w:rPr>
              <w:t>Rodzina – centrum świata</w:t>
            </w:r>
            <w:r w:rsidRPr="007B72E6">
              <w:rPr>
                <w:rFonts w:ascii="Corbel" w:hAnsi="Corbel" w:cs="DejaVuSans"/>
                <w:sz w:val="24"/>
                <w:szCs w:val="24"/>
                <w:lang w:eastAsia="pl-PL"/>
              </w:rPr>
              <w:t>, Wyd. UR.</w:t>
            </w:r>
            <w:r w:rsidR="007D38C3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</w:t>
            </w:r>
            <w:r w:rsidRPr="007B72E6">
              <w:rPr>
                <w:rFonts w:ascii="Corbel" w:hAnsi="Corbel" w:cs="DejaVuSans"/>
                <w:sz w:val="24"/>
                <w:szCs w:val="24"/>
                <w:lang w:eastAsia="pl-PL"/>
              </w:rPr>
              <w:t>Rzeszów 2014</w:t>
            </w:r>
          </w:p>
          <w:p w14:paraId="1BF3606D" w14:textId="40D26E61" w:rsidR="00B5041D" w:rsidRPr="007B72E6" w:rsidRDefault="00B5041D" w:rsidP="008235BC">
            <w:pPr>
              <w:autoSpaceDE w:val="0"/>
              <w:autoSpaceDN w:val="0"/>
              <w:adjustRightInd w:val="0"/>
              <w:spacing w:after="0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B72E6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Grzesiuk L., </w:t>
            </w:r>
            <w:proofErr w:type="spellStart"/>
            <w:r w:rsidRPr="007B72E6">
              <w:rPr>
                <w:rFonts w:ascii="Corbel" w:hAnsi="Corbel" w:cs="DejaVuSans"/>
                <w:sz w:val="24"/>
                <w:szCs w:val="24"/>
                <w:lang w:eastAsia="pl-PL"/>
              </w:rPr>
              <w:t>Tryjarska</w:t>
            </w:r>
            <w:proofErr w:type="spellEnd"/>
            <w:r w:rsidRPr="007B72E6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B., </w:t>
            </w:r>
            <w:r w:rsidRPr="007D38C3">
              <w:rPr>
                <w:rFonts w:ascii="Corbel" w:hAnsi="Corbel" w:cs="DejaVuSans"/>
                <w:i/>
                <w:iCs/>
                <w:sz w:val="24"/>
                <w:szCs w:val="24"/>
                <w:lang w:eastAsia="pl-PL"/>
              </w:rPr>
              <w:t>Jak pomagać sobie, rodzinie i</w:t>
            </w:r>
            <w:r w:rsidR="007D38C3" w:rsidRPr="007D38C3">
              <w:rPr>
                <w:rFonts w:ascii="Corbel" w:hAnsi="Corbel" w:cs="DejaVuSans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7D38C3">
              <w:rPr>
                <w:rFonts w:ascii="Corbel" w:hAnsi="Corbel" w:cs="DejaVuSans"/>
                <w:i/>
                <w:iCs/>
                <w:sz w:val="24"/>
                <w:szCs w:val="24"/>
                <w:lang w:eastAsia="pl-PL"/>
              </w:rPr>
              <w:t>innym,</w:t>
            </w:r>
            <w:r w:rsidRPr="007B72E6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Warszawa 1997.</w:t>
            </w:r>
          </w:p>
          <w:p w14:paraId="1861000B" w14:textId="77777777" w:rsidR="00B5041D" w:rsidRPr="007B72E6" w:rsidRDefault="00B5041D" w:rsidP="008235BC">
            <w:pPr>
              <w:autoSpaceDE w:val="0"/>
              <w:autoSpaceDN w:val="0"/>
              <w:adjustRightInd w:val="0"/>
              <w:spacing w:after="0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B72E6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Kwak A., </w:t>
            </w:r>
            <w:r w:rsidRPr="007B72E6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Rodzina i jej przemi</w:t>
            </w:r>
            <w:r w:rsidRPr="007B72E6">
              <w:rPr>
                <w:rFonts w:ascii="Corbel" w:hAnsi="Corbel" w:cs="DejaVuSans"/>
                <w:sz w:val="24"/>
                <w:szCs w:val="24"/>
                <w:lang w:eastAsia="pl-PL"/>
              </w:rPr>
              <w:t>any, Warszawa 1994.</w:t>
            </w:r>
          </w:p>
          <w:p w14:paraId="5C4B75CB" w14:textId="77777777" w:rsidR="00B5041D" w:rsidRPr="007B72E6" w:rsidRDefault="00B5041D" w:rsidP="008235BC">
            <w:pPr>
              <w:autoSpaceDE w:val="0"/>
              <w:autoSpaceDN w:val="0"/>
              <w:adjustRightInd w:val="0"/>
              <w:spacing w:after="0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B72E6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Liszcz K., </w:t>
            </w:r>
            <w:r w:rsidRPr="007B72E6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Dziecko z FAS w szkole i w domu</w:t>
            </w:r>
            <w:r w:rsidRPr="007B72E6">
              <w:rPr>
                <w:rFonts w:ascii="Corbel" w:hAnsi="Corbel" w:cs="DejaVuSans"/>
                <w:sz w:val="24"/>
                <w:szCs w:val="24"/>
                <w:lang w:eastAsia="pl-PL"/>
              </w:rPr>
              <w:t>, Kraków 2011</w:t>
            </w:r>
          </w:p>
          <w:p w14:paraId="55F2D7BE" w14:textId="072A1D3E" w:rsidR="00B5041D" w:rsidRDefault="00B5041D" w:rsidP="008235BC">
            <w:pPr>
              <w:autoSpaceDE w:val="0"/>
              <w:autoSpaceDN w:val="0"/>
              <w:adjustRightInd w:val="0"/>
              <w:spacing w:after="0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B72E6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Namysłowska I., </w:t>
            </w:r>
            <w:r w:rsidRPr="007D38C3">
              <w:rPr>
                <w:rFonts w:ascii="Corbel" w:hAnsi="Corbel" w:cs="DejaVuSans"/>
                <w:i/>
                <w:iCs/>
                <w:sz w:val="24"/>
                <w:szCs w:val="24"/>
                <w:lang w:eastAsia="pl-PL"/>
              </w:rPr>
              <w:t>Terapia rodziny,</w:t>
            </w:r>
            <w:r w:rsidRPr="007B72E6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Warszawa 1997.</w:t>
            </w:r>
          </w:p>
          <w:p w14:paraId="75B0983B" w14:textId="3933DF58" w:rsidR="006301E4" w:rsidRPr="006301E4" w:rsidRDefault="006301E4" w:rsidP="008235BC">
            <w:pPr>
              <w:autoSpaceDE w:val="0"/>
              <w:autoSpaceDN w:val="0"/>
              <w:adjustRightInd w:val="0"/>
              <w:spacing w:after="0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Pujer</w:t>
            </w:r>
            <w:proofErr w:type="spellEnd"/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K., </w:t>
            </w:r>
            <w:r>
              <w:rPr>
                <w:rFonts w:ascii="Corbel" w:hAnsi="Corbel" w:cs="DejaVuSans"/>
                <w:i/>
                <w:iCs/>
                <w:sz w:val="24"/>
                <w:szCs w:val="24"/>
                <w:lang w:eastAsia="pl-PL"/>
              </w:rPr>
              <w:t xml:space="preserve">Współczesna </w:t>
            </w:r>
            <w:proofErr w:type="spellStart"/>
            <w:r>
              <w:rPr>
                <w:rFonts w:ascii="Corbel" w:hAnsi="Corbel" w:cs="DejaVuSans"/>
                <w:i/>
                <w:iCs/>
                <w:sz w:val="24"/>
                <w:szCs w:val="24"/>
                <w:lang w:eastAsia="pl-PL"/>
              </w:rPr>
              <w:t>rodzia</w:t>
            </w:r>
            <w:proofErr w:type="spellEnd"/>
            <w:r>
              <w:rPr>
                <w:rFonts w:ascii="Corbel" w:hAnsi="Corbel" w:cs="DejaVuSans"/>
                <w:i/>
                <w:iCs/>
                <w:sz w:val="24"/>
                <w:szCs w:val="24"/>
                <w:lang w:eastAsia="pl-PL"/>
              </w:rPr>
              <w:t xml:space="preserve">. Szanse- zagrożenia- kierunki przemian,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Wrocław 2016</w:t>
            </w:r>
          </w:p>
          <w:p w14:paraId="3D4DBF25" w14:textId="53FAF743" w:rsidR="00B5041D" w:rsidRPr="006301E4" w:rsidRDefault="006301E4" w:rsidP="008235B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bCs/>
                <w:i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  <w:lastRenderedPageBreak/>
              <w:t>Tarnowicz</w:t>
            </w:r>
            <w:proofErr w:type="spellEnd"/>
            <w:r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  <w:t xml:space="preserve"> I, Grotowska S., </w:t>
            </w:r>
            <w:r>
              <w:rPr>
                <w:rFonts w:ascii="Corbel" w:hAnsi="Corbel"/>
                <w:b w:val="0"/>
                <w:bCs/>
                <w:i/>
                <w:smallCaps w:val="0"/>
                <w:color w:val="000000"/>
                <w:szCs w:val="24"/>
              </w:rPr>
              <w:t>Rodzina wobec wyzwań współczesności,</w:t>
            </w:r>
            <w:r w:rsidR="007D38C3">
              <w:rPr>
                <w:rFonts w:ascii="Corbel" w:hAnsi="Corbel"/>
                <w:b w:val="0"/>
                <w:bCs/>
                <w:i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  <w:t xml:space="preserve">Wrocław 2015 </w:t>
            </w:r>
          </w:p>
        </w:tc>
      </w:tr>
    </w:tbl>
    <w:p w14:paraId="33C9CFBA" w14:textId="77777777" w:rsidR="0085747A" w:rsidRPr="00B5041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032E776" w14:textId="77777777" w:rsidR="0085747A" w:rsidRPr="00B5041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E6925B" w14:textId="77777777" w:rsidR="0085747A" w:rsidRPr="00BB5089" w:rsidRDefault="0085747A" w:rsidP="00F83B28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  <w:r w:rsidRPr="00B5041D">
        <w:rPr>
          <w:rFonts w:ascii="Corbel" w:hAnsi="Corbel"/>
          <w:b w:val="0"/>
          <w:smallCaps w:val="0"/>
          <w:szCs w:val="24"/>
        </w:rPr>
        <w:t>Akceptacja Kierownika Jednostki lub osob</w:t>
      </w:r>
      <w:r w:rsidRPr="00BB5089">
        <w:rPr>
          <w:rFonts w:ascii="Corbel" w:hAnsi="Corbel"/>
          <w:b w:val="0"/>
          <w:smallCaps w:val="0"/>
          <w:szCs w:val="24"/>
        </w:rPr>
        <w:t>y upoważnionej</w:t>
      </w:r>
    </w:p>
    <w:sectPr w:rsidR="0085747A" w:rsidRPr="00BB508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1AF5BB" w14:textId="77777777" w:rsidR="003C6EA9" w:rsidRDefault="003C6EA9" w:rsidP="00C16ABF">
      <w:pPr>
        <w:spacing w:after="0" w:line="240" w:lineRule="auto"/>
      </w:pPr>
      <w:r>
        <w:separator/>
      </w:r>
    </w:p>
  </w:endnote>
  <w:endnote w:type="continuationSeparator" w:id="0">
    <w:p w14:paraId="331FE6F8" w14:textId="77777777" w:rsidR="003C6EA9" w:rsidRDefault="003C6EA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DejaVuSans-Oblique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BFB4BC" w14:textId="77777777" w:rsidR="003C6EA9" w:rsidRDefault="003C6EA9" w:rsidP="00C16ABF">
      <w:pPr>
        <w:spacing w:after="0" w:line="240" w:lineRule="auto"/>
      </w:pPr>
      <w:r>
        <w:separator/>
      </w:r>
    </w:p>
  </w:footnote>
  <w:footnote w:type="continuationSeparator" w:id="0">
    <w:p w14:paraId="7459DCFD" w14:textId="77777777" w:rsidR="003C6EA9" w:rsidRDefault="003C6EA9" w:rsidP="00C16ABF">
      <w:pPr>
        <w:spacing w:after="0" w:line="240" w:lineRule="auto"/>
      </w:pPr>
      <w:r>
        <w:continuationSeparator/>
      </w:r>
    </w:p>
  </w:footnote>
  <w:footnote w:id="1">
    <w:p w14:paraId="2F1BEF7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18B4"/>
    <w:rsid w:val="000048FD"/>
    <w:rsid w:val="000077B4"/>
    <w:rsid w:val="0001260B"/>
    <w:rsid w:val="00015B8F"/>
    <w:rsid w:val="00022ECE"/>
    <w:rsid w:val="00030D9E"/>
    <w:rsid w:val="00042A51"/>
    <w:rsid w:val="00042D2E"/>
    <w:rsid w:val="00044C82"/>
    <w:rsid w:val="00053D98"/>
    <w:rsid w:val="00061F2F"/>
    <w:rsid w:val="00070ED6"/>
    <w:rsid w:val="000742DC"/>
    <w:rsid w:val="000835F6"/>
    <w:rsid w:val="00084C12"/>
    <w:rsid w:val="00093B31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0DE7"/>
    <w:rsid w:val="00146BC0"/>
    <w:rsid w:val="00153C41"/>
    <w:rsid w:val="00154381"/>
    <w:rsid w:val="001640A7"/>
    <w:rsid w:val="00164FA7"/>
    <w:rsid w:val="00166A03"/>
    <w:rsid w:val="001718A7"/>
    <w:rsid w:val="00172AC3"/>
    <w:rsid w:val="001737CF"/>
    <w:rsid w:val="00176083"/>
    <w:rsid w:val="001770C7"/>
    <w:rsid w:val="00192F37"/>
    <w:rsid w:val="00193629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0FC7"/>
    <w:rsid w:val="002C1F06"/>
    <w:rsid w:val="002D3375"/>
    <w:rsid w:val="002D73D4"/>
    <w:rsid w:val="002E5319"/>
    <w:rsid w:val="002F02A3"/>
    <w:rsid w:val="002F4ABE"/>
    <w:rsid w:val="003018BA"/>
    <w:rsid w:val="0030395F"/>
    <w:rsid w:val="00305C92"/>
    <w:rsid w:val="0031332C"/>
    <w:rsid w:val="003151C5"/>
    <w:rsid w:val="00324D77"/>
    <w:rsid w:val="003343CF"/>
    <w:rsid w:val="00346FE9"/>
    <w:rsid w:val="0034759A"/>
    <w:rsid w:val="003503F6"/>
    <w:rsid w:val="003530DD"/>
    <w:rsid w:val="00363F78"/>
    <w:rsid w:val="00394F58"/>
    <w:rsid w:val="003A0A5B"/>
    <w:rsid w:val="003A1176"/>
    <w:rsid w:val="003C0BAE"/>
    <w:rsid w:val="003C6EA9"/>
    <w:rsid w:val="003D18A9"/>
    <w:rsid w:val="003D6CE2"/>
    <w:rsid w:val="003E1941"/>
    <w:rsid w:val="003E2FE6"/>
    <w:rsid w:val="003E49D5"/>
    <w:rsid w:val="003F38C0"/>
    <w:rsid w:val="00403819"/>
    <w:rsid w:val="0040592E"/>
    <w:rsid w:val="00414E3C"/>
    <w:rsid w:val="0042244A"/>
    <w:rsid w:val="0042745A"/>
    <w:rsid w:val="00431D5C"/>
    <w:rsid w:val="00434BAA"/>
    <w:rsid w:val="004362C6"/>
    <w:rsid w:val="00437FA2"/>
    <w:rsid w:val="004400B8"/>
    <w:rsid w:val="00441DA3"/>
    <w:rsid w:val="00442F69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2B7A"/>
    <w:rsid w:val="004D5282"/>
    <w:rsid w:val="004F1551"/>
    <w:rsid w:val="004F1703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8AE"/>
    <w:rsid w:val="00573EF9"/>
    <w:rsid w:val="005875F5"/>
    <w:rsid w:val="0059484D"/>
    <w:rsid w:val="005A0855"/>
    <w:rsid w:val="005A3196"/>
    <w:rsid w:val="005C080F"/>
    <w:rsid w:val="005C2E19"/>
    <w:rsid w:val="005C41E3"/>
    <w:rsid w:val="005C55E5"/>
    <w:rsid w:val="005C696A"/>
    <w:rsid w:val="005E6E85"/>
    <w:rsid w:val="005F31D2"/>
    <w:rsid w:val="006017FC"/>
    <w:rsid w:val="0061029B"/>
    <w:rsid w:val="00617230"/>
    <w:rsid w:val="00621CE1"/>
    <w:rsid w:val="00625B85"/>
    <w:rsid w:val="00627FC9"/>
    <w:rsid w:val="006301E4"/>
    <w:rsid w:val="00636B95"/>
    <w:rsid w:val="00647FA8"/>
    <w:rsid w:val="00650C5F"/>
    <w:rsid w:val="00654934"/>
    <w:rsid w:val="006620D9"/>
    <w:rsid w:val="00671958"/>
    <w:rsid w:val="00673BBB"/>
    <w:rsid w:val="00675843"/>
    <w:rsid w:val="0068078C"/>
    <w:rsid w:val="00680B53"/>
    <w:rsid w:val="00685D89"/>
    <w:rsid w:val="00696477"/>
    <w:rsid w:val="006B6B58"/>
    <w:rsid w:val="006B7AEA"/>
    <w:rsid w:val="006C54AB"/>
    <w:rsid w:val="006D050F"/>
    <w:rsid w:val="006D6139"/>
    <w:rsid w:val="006E5D65"/>
    <w:rsid w:val="006F1282"/>
    <w:rsid w:val="006F1FBC"/>
    <w:rsid w:val="006F31E2"/>
    <w:rsid w:val="006F3422"/>
    <w:rsid w:val="00703947"/>
    <w:rsid w:val="00706544"/>
    <w:rsid w:val="007072BA"/>
    <w:rsid w:val="00712582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43F"/>
    <w:rsid w:val="0078168C"/>
    <w:rsid w:val="00786620"/>
    <w:rsid w:val="00787C2A"/>
    <w:rsid w:val="00790E27"/>
    <w:rsid w:val="007A4022"/>
    <w:rsid w:val="007A6E6E"/>
    <w:rsid w:val="007B72E6"/>
    <w:rsid w:val="007C3299"/>
    <w:rsid w:val="007C3BCC"/>
    <w:rsid w:val="007C4546"/>
    <w:rsid w:val="007C4D93"/>
    <w:rsid w:val="007D38C3"/>
    <w:rsid w:val="007D6E56"/>
    <w:rsid w:val="007F1652"/>
    <w:rsid w:val="007F4155"/>
    <w:rsid w:val="0080379F"/>
    <w:rsid w:val="0081554D"/>
    <w:rsid w:val="0081707E"/>
    <w:rsid w:val="008235BC"/>
    <w:rsid w:val="008449B3"/>
    <w:rsid w:val="0085747A"/>
    <w:rsid w:val="00864F2B"/>
    <w:rsid w:val="00884922"/>
    <w:rsid w:val="00885F64"/>
    <w:rsid w:val="008917F9"/>
    <w:rsid w:val="008A45F7"/>
    <w:rsid w:val="008B43D7"/>
    <w:rsid w:val="008B4F97"/>
    <w:rsid w:val="008C0CC0"/>
    <w:rsid w:val="008C19A9"/>
    <w:rsid w:val="008C379D"/>
    <w:rsid w:val="008C478C"/>
    <w:rsid w:val="008C5147"/>
    <w:rsid w:val="008C5359"/>
    <w:rsid w:val="008C5363"/>
    <w:rsid w:val="008C7DF8"/>
    <w:rsid w:val="008D3DFB"/>
    <w:rsid w:val="008E64F4"/>
    <w:rsid w:val="008F12C9"/>
    <w:rsid w:val="008F6E29"/>
    <w:rsid w:val="009149D1"/>
    <w:rsid w:val="00916188"/>
    <w:rsid w:val="00923D7D"/>
    <w:rsid w:val="009508DF"/>
    <w:rsid w:val="00950DAC"/>
    <w:rsid w:val="0095366E"/>
    <w:rsid w:val="00954A07"/>
    <w:rsid w:val="00956799"/>
    <w:rsid w:val="00997F14"/>
    <w:rsid w:val="009A78CD"/>
    <w:rsid w:val="009A78D9"/>
    <w:rsid w:val="009B2CA4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16DC2"/>
    <w:rsid w:val="00A220D2"/>
    <w:rsid w:val="00A2245B"/>
    <w:rsid w:val="00A30110"/>
    <w:rsid w:val="00A36899"/>
    <w:rsid w:val="00A371F6"/>
    <w:rsid w:val="00A43BF6"/>
    <w:rsid w:val="00A50CF4"/>
    <w:rsid w:val="00A53FA5"/>
    <w:rsid w:val="00A54817"/>
    <w:rsid w:val="00A601C8"/>
    <w:rsid w:val="00A60799"/>
    <w:rsid w:val="00A72A0A"/>
    <w:rsid w:val="00A7732B"/>
    <w:rsid w:val="00A84C85"/>
    <w:rsid w:val="00A97DE1"/>
    <w:rsid w:val="00AB053C"/>
    <w:rsid w:val="00AC3592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6B4E"/>
    <w:rsid w:val="00B135B1"/>
    <w:rsid w:val="00B3130B"/>
    <w:rsid w:val="00B40ADB"/>
    <w:rsid w:val="00B43B77"/>
    <w:rsid w:val="00B43E80"/>
    <w:rsid w:val="00B5041D"/>
    <w:rsid w:val="00B607DB"/>
    <w:rsid w:val="00B66529"/>
    <w:rsid w:val="00B75946"/>
    <w:rsid w:val="00B8056E"/>
    <w:rsid w:val="00B819C8"/>
    <w:rsid w:val="00B82308"/>
    <w:rsid w:val="00B90885"/>
    <w:rsid w:val="00BB5089"/>
    <w:rsid w:val="00BB520A"/>
    <w:rsid w:val="00BD3869"/>
    <w:rsid w:val="00BD66E9"/>
    <w:rsid w:val="00BD6FF4"/>
    <w:rsid w:val="00BE0BC0"/>
    <w:rsid w:val="00BE6880"/>
    <w:rsid w:val="00BF2C41"/>
    <w:rsid w:val="00C058B4"/>
    <w:rsid w:val="00C05F44"/>
    <w:rsid w:val="00C12C02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C6C"/>
    <w:rsid w:val="00CA773C"/>
    <w:rsid w:val="00CB42CB"/>
    <w:rsid w:val="00CD292D"/>
    <w:rsid w:val="00CD6897"/>
    <w:rsid w:val="00CE5BAC"/>
    <w:rsid w:val="00CF243E"/>
    <w:rsid w:val="00CF25BE"/>
    <w:rsid w:val="00CF78ED"/>
    <w:rsid w:val="00D02B25"/>
    <w:rsid w:val="00D02E8F"/>
    <w:rsid w:val="00D02EBA"/>
    <w:rsid w:val="00D1155B"/>
    <w:rsid w:val="00D17C3C"/>
    <w:rsid w:val="00D26B2C"/>
    <w:rsid w:val="00D31F50"/>
    <w:rsid w:val="00D352C9"/>
    <w:rsid w:val="00D35DE2"/>
    <w:rsid w:val="00D425B2"/>
    <w:rsid w:val="00D428D6"/>
    <w:rsid w:val="00D552B2"/>
    <w:rsid w:val="00D608D1"/>
    <w:rsid w:val="00D74119"/>
    <w:rsid w:val="00D8075B"/>
    <w:rsid w:val="00D81D84"/>
    <w:rsid w:val="00D8678B"/>
    <w:rsid w:val="00DA2114"/>
    <w:rsid w:val="00DA349E"/>
    <w:rsid w:val="00DA4EBE"/>
    <w:rsid w:val="00DA66AE"/>
    <w:rsid w:val="00DD5922"/>
    <w:rsid w:val="00DE09C0"/>
    <w:rsid w:val="00DE4A14"/>
    <w:rsid w:val="00DF320D"/>
    <w:rsid w:val="00DF71C8"/>
    <w:rsid w:val="00E129B8"/>
    <w:rsid w:val="00E21E7D"/>
    <w:rsid w:val="00E21FA4"/>
    <w:rsid w:val="00E22FBC"/>
    <w:rsid w:val="00E24BF5"/>
    <w:rsid w:val="00E25338"/>
    <w:rsid w:val="00E47F5A"/>
    <w:rsid w:val="00E51E44"/>
    <w:rsid w:val="00E63348"/>
    <w:rsid w:val="00E77E88"/>
    <w:rsid w:val="00E8107D"/>
    <w:rsid w:val="00E95460"/>
    <w:rsid w:val="00E960BB"/>
    <w:rsid w:val="00E97DC8"/>
    <w:rsid w:val="00EA2074"/>
    <w:rsid w:val="00EA4832"/>
    <w:rsid w:val="00EA4E9D"/>
    <w:rsid w:val="00EB6A63"/>
    <w:rsid w:val="00EB6F61"/>
    <w:rsid w:val="00EC4899"/>
    <w:rsid w:val="00ED03AB"/>
    <w:rsid w:val="00ED32D2"/>
    <w:rsid w:val="00EE32DE"/>
    <w:rsid w:val="00EE5457"/>
    <w:rsid w:val="00F070AB"/>
    <w:rsid w:val="00F17567"/>
    <w:rsid w:val="00F27A7B"/>
    <w:rsid w:val="00F358CA"/>
    <w:rsid w:val="00F526AF"/>
    <w:rsid w:val="00F617C3"/>
    <w:rsid w:val="00F7066B"/>
    <w:rsid w:val="00F813C6"/>
    <w:rsid w:val="00F83B28"/>
    <w:rsid w:val="00FA46E5"/>
    <w:rsid w:val="00FB7DBA"/>
    <w:rsid w:val="00FC1C25"/>
    <w:rsid w:val="00FC3F45"/>
    <w:rsid w:val="00FD503F"/>
    <w:rsid w:val="00FD5D41"/>
    <w:rsid w:val="00FD7589"/>
    <w:rsid w:val="00FF016A"/>
    <w:rsid w:val="00FF1401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02D99"/>
  <w15:docId w15:val="{7D40D024-CF44-40F1-A99F-E763785AD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50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508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508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50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5089"/>
    <w:rPr>
      <w:rFonts w:ascii="Calibri" w:hAnsi="Calibri"/>
      <w:b/>
      <w:bCs/>
      <w:lang w:eastAsia="en-US"/>
    </w:rPr>
  </w:style>
  <w:style w:type="character" w:styleId="Pogrubienie">
    <w:name w:val="Strong"/>
    <w:basedOn w:val="Domylnaczcionkaakapitu"/>
    <w:uiPriority w:val="22"/>
    <w:qFormat/>
    <w:rsid w:val="006807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B4ED62-0BDF-4158-957B-74C14E353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1311</Words>
  <Characters>7869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11</cp:revision>
  <cp:lastPrinted>2019-02-06T12:12:00Z</cp:lastPrinted>
  <dcterms:created xsi:type="dcterms:W3CDTF">2021-01-11T14:45:00Z</dcterms:created>
  <dcterms:modified xsi:type="dcterms:W3CDTF">2022-02-23T12:38:00Z</dcterms:modified>
</cp:coreProperties>
</file>